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33" w:rsidRDefault="00D73433" w:rsidP="00D73433">
      <w:pPr>
        <w:pStyle w:val="StandardMuster"/>
      </w:pPr>
      <w:bookmarkStart w:id="0" w:name="Muster"/>
      <w:r>
        <w:t xml:space="preserve">M19/1 </w:t>
      </w:r>
      <w:bookmarkEnd w:id="0"/>
      <w:r>
        <w:tab/>
      </w:r>
      <w:r w:rsidRPr="00D73433">
        <w:t>Kontierungsblatt - KB1 / KB1a</w:t>
      </w:r>
    </w:p>
    <w:tbl>
      <w:tblPr>
        <w:tblW w:w="9329" w:type="dxa"/>
        <w:tblLayout w:type="fixed"/>
        <w:tblCellMar>
          <w:top w:w="11" w:type="dxa"/>
          <w:left w:w="57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96"/>
        <w:gridCol w:w="878"/>
        <w:gridCol w:w="239"/>
        <w:gridCol w:w="458"/>
        <w:gridCol w:w="458"/>
        <w:gridCol w:w="250"/>
        <w:gridCol w:w="283"/>
        <w:gridCol w:w="142"/>
        <w:gridCol w:w="570"/>
        <w:gridCol w:w="580"/>
        <w:gridCol w:w="229"/>
        <w:gridCol w:w="41"/>
        <w:gridCol w:w="263"/>
        <w:gridCol w:w="305"/>
        <w:gridCol w:w="84"/>
        <w:gridCol w:w="81"/>
        <w:gridCol w:w="545"/>
        <w:gridCol w:w="25"/>
        <w:gridCol w:w="116"/>
        <w:gridCol w:w="1302"/>
        <w:gridCol w:w="628"/>
        <w:gridCol w:w="81"/>
        <w:gridCol w:w="121"/>
        <w:gridCol w:w="1002"/>
        <w:gridCol w:w="352"/>
      </w:tblGrid>
      <w:tr w:rsidR="00445347" w:rsidRPr="00C27055" w:rsidTr="00E86454">
        <w:tc>
          <w:tcPr>
            <w:tcW w:w="438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9BE" w:rsidRPr="00BA2A40" w:rsidRDefault="005109BE" w:rsidP="005109BE">
            <w:pPr>
              <w:rPr>
                <w:rFonts w:ascii="Univers" w:hAnsi="Univers"/>
                <w:b/>
                <w:sz w:val="16"/>
                <w:szCs w:val="16"/>
              </w:rPr>
            </w:pPr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109BE"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 w:rsidRPr="00BA2A40">
              <w:rPr>
                <w:rFonts w:ascii="Univers" w:hAnsi="Univers"/>
                <w:noProof/>
                <w:sz w:val="16"/>
                <w:szCs w:val="16"/>
              </w:rPr>
            </w:r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bookmarkStart w:id="2" w:name="_GoBack"/>
            <w:r w:rsidRPr="005109BE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109BE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109BE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109BE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109BE">
              <w:rPr>
                <w:rFonts w:ascii="Univers" w:hAnsi="Univers"/>
                <w:noProof/>
                <w:sz w:val="16"/>
                <w:szCs w:val="16"/>
              </w:rPr>
              <w:t> </w:t>
            </w:r>
            <w:bookmarkEnd w:id="2"/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1"/>
          </w:p>
          <w:p w:rsidR="00445347" w:rsidRPr="00C27055" w:rsidRDefault="00445347" w:rsidP="00445347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"/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"/>
            <w:r>
              <w:rPr>
                <w:rFonts w:ascii="Univers" w:hAnsi="Univers"/>
                <w:sz w:val="16"/>
                <w:szCs w:val="16"/>
              </w:rPr>
              <w:br/>
              <w:t xml:space="preserve">Tel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45347" w:rsidRPr="001655C9" w:rsidRDefault="00911515" w:rsidP="008A4274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445347" w:rsidRPr="001655C9">
              <w:rPr>
                <w:rFonts w:ascii="Univers" w:hAnsi="Univers"/>
                <w:b/>
                <w:sz w:val="16"/>
                <w:szCs w:val="16"/>
              </w:rPr>
              <w:t xml:space="preserve">Zahlungsanweisung KB1 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45347" w:rsidRPr="001655C9" w:rsidRDefault="00445347" w:rsidP="00DA1089">
            <w:pPr>
              <w:rPr>
                <w:rFonts w:ascii="Univers" w:hAnsi="Univers"/>
                <w:b/>
                <w:sz w:val="16"/>
                <w:szCs w:val="16"/>
              </w:rPr>
            </w:pPr>
            <w:r w:rsidRPr="001655C9">
              <w:rPr>
                <w:rFonts w:ascii="Univers" w:hAnsi="Univers"/>
                <w:b/>
                <w:sz w:val="16"/>
                <w:szCs w:val="16"/>
              </w:rPr>
              <w:t>– ohne Bundeswehr</w:t>
            </w:r>
          </w:p>
        </w:tc>
        <w:tc>
          <w:tcPr>
            <w:tcW w:w="3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1"/>
            <w:r w:rsidRPr="00C27055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6"/>
          </w:p>
        </w:tc>
      </w:tr>
      <w:tr w:rsidR="00445347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shd w:val="clear" w:color="auto" w:fill="auto"/>
          </w:tcPr>
          <w:p w:rsidR="00445347" w:rsidRPr="001655C9" w:rsidRDefault="00911515" w:rsidP="00DA1089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8F4153">
              <w:rPr>
                <w:rFonts w:ascii="Univers" w:hAnsi="Univers"/>
                <w:b/>
                <w:sz w:val="16"/>
                <w:szCs w:val="16"/>
              </w:rPr>
              <w:t>Zahlungsanweisung KB1</w:t>
            </w:r>
            <w:r w:rsidR="00445347" w:rsidRPr="001655C9">
              <w:rPr>
                <w:rFonts w:ascii="Univers" w:hAnsi="Univers"/>
                <w:b/>
                <w:sz w:val="16"/>
                <w:szCs w:val="16"/>
              </w:rPr>
              <w:t>a</w:t>
            </w:r>
          </w:p>
        </w:tc>
        <w:tc>
          <w:tcPr>
            <w:tcW w:w="1832" w:type="dxa"/>
            <w:gridSpan w:val="4"/>
            <w:shd w:val="clear" w:color="auto" w:fill="auto"/>
          </w:tcPr>
          <w:p w:rsidR="00445347" w:rsidRPr="001655C9" w:rsidRDefault="00445347" w:rsidP="008A4274">
            <w:pPr>
              <w:rPr>
                <w:rFonts w:ascii="Univers" w:hAnsi="Univers"/>
                <w:b/>
                <w:sz w:val="16"/>
                <w:szCs w:val="16"/>
              </w:rPr>
            </w:pPr>
            <w:r w:rsidRPr="001655C9">
              <w:rPr>
                <w:rFonts w:ascii="Univers" w:hAnsi="Univers"/>
                <w:b/>
                <w:sz w:val="16"/>
                <w:szCs w:val="16"/>
              </w:rPr>
              <w:t>– Bundeswehr</w:t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"/>
            <w:r w:rsidRPr="00C27055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7"/>
          </w:p>
        </w:tc>
      </w:tr>
      <w:tr w:rsidR="00445347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445347" w:rsidRPr="00445347" w:rsidRDefault="009A65D5" w:rsidP="00425CFA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 xml:space="preserve">Daten </w:t>
            </w:r>
            <w:r w:rsidR="00445347" w:rsidRPr="00445347">
              <w:rPr>
                <w:rFonts w:ascii="Univers" w:hAnsi="Univers"/>
                <w:sz w:val="14"/>
                <w:szCs w:val="14"/>
              </w:rPr>
              <w:t>BImA</w:t>
            </w:r>
          </w:p>
        </w:tc>
        <w:tc>
          <w:tcPr>
            <w:tcW w:w="24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445347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5347" w:rsidRPr="00425CFA" w:rsidRDefault="00445347" w:rsidP="00425CFA">
            <w:pPr>
              <w:ind w:left="113" w:right="113"/>
              <w:jc w:val="center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5347" w:rsidRPr="00C27055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A2417D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t>Kreditorennummer: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t>Wirtschaftseinheit: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A2417D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bookmarkStart w:id="9" w:name="ddVersandvermerk"/>
      <w:tr w:rsidR="001A6DB5" w:rsidRPr="00C27055" w:rsidTr="00E86454">
        <w:tc>
          <w:tcPr>
            <w:tcW w:w="4383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DB5" w:rsidRPr="00C27055" w:rsidRDefault="001A6DB5" w:rsidP="00445347">
            <w:pPr>
              <w:rPr>
                <w:rFonts w:ascii="Univers" w:hAnsi="Univers"/>
                <w:sz w:val="16"/>
                <w:szCs w:val="16"/>
              </w:rPr>
            </w:pPr>
            <w:r w:rsidRPr="00445347">
              <w:rPr>
                <w:rFonts w:ascii="Univers" w:hAnsi="Univers"/>
                <w:sz w:val="18"/>
                <w:szCs w:val="18"/>
              </w:rPr>
              <w:fldChar w:fldCharType="begin">
                <w:ffData>
                  <w:name w:val="ddVersandvermerk"/>
                  <w:enabled/>
                  <w:calcOnExit w:val="0"/>
                  <w:ddList>
                    <w:listEntry w:val="  "/>
                    <w:listEntry w:val="Einschreiben mit Rückschein"/>
                    <w:listEntry w:val="Einschreiben eigenhändig"/>
                  </w:ddList>
                </w:ffData>
              </w:fldChar>
            </w:r>
            <w:r w:rsidRPr="00445347">
              <w:rPr>
                <w:rFonts w:ascii="Univers" w:hAnsi="Univers"/>
                <w:sz w:val="18"/>
                <w:szCs w:val="18"/>
              </w:rPr>
              <w:instrText xml:space="preserve"> FORMDROPDOWN </w:instrText>
            </w:r>
            <w:r w:rsidR="00CD3425">
              <w:rPr>
                <w:rFonts w:ascii="Univers" w:hAnsi="Univers"/>
                <w:sz w:val="18"/>
                <w:szCs w:val="18"/>
              </w:rPr>
            </w:r>
            <w:r w:rsidR="00CD3425">
              <w:rPr>
                <w:rFonts w:ascii="Univers" w:hAnsi="Univers"/>
                <w:sz w:val="18"/>
                <w:szCs w:val="18"/>
              </w:rPr>
              <w:fldChar w:fldCharType="separate"/>
            </w:r>
            <w:r w:rsidRPr="00445347">
              <w:rPr>
                <w:rFonts w:ascii="Univers" w:hAnsi="Univers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911515" w:rsidP="003D23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1A6DB5" w:rsidRPr="00C27055">
              <w:rPr>
                <w:rFonts w:ascii="Univers" w:hAnsi="Univers"/>
                <w:sz w:val="16"/>
                <w:szCs w:val="16"/>
              </w:rPr>
              <w:t>Projektn</w:t>
            </w:r>
            <w:r w:rsidR="009A65D5">
              <w:rPr>
                <w:rFonts w:ascii="Univers" w:hAnsi="Univers"/>
                <w:sz w:val="16"/>
                <w:szCs w:val="16"/>
              </w:rPr>
              <w:t>umme</w:t>
            </w:r>
            <w:r w:rsidR="001A6DB5" w:rsidRPr="00C27055">
              <w:rPr>
                <w:rFonts w:ascii="Univers" w:hAnsi="Univers"/>
                <w:sz w:val="16"/>
                <w:szCs w:val="16"/>
              </w:rPr>
              <w:t>r</w:t>
            </w:r>
            <w:r w:rsidR="001A6DB5">
              <w:rPr>
                <w:rFonts w:ascii="Univers" w:hAnsi="Univers"/>
                <w:sz w:val="16"/>
                <w:szCs w:val="16"/>
              </w:rPr>
              <w:t>.</w:t>
            </w:r>
            <w:r w:rsidR="001A6DB5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D231D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31D" w:rsidRPr="00445347" w:rsidRDefault="003D231D" w:rsidP="0044534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31D" w:rsidRPr="00C27055" w:rsidRDefault="003D231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3D231D" w:rsidRPr="00C27055" w:rsidRDefault="00911515" w:rsidP="00FC2AD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D231D" w:rsidRPr="00C27055">
              <w:rPr>
                <w:rFonts w:ascii="Univers" w:hAnsi="Univers"/>
                <w:sz w:val="16"/>
                <w:szCs w:val="16"/>
              </w:rPr>
              <w:t>Auftrags</w:t>
            </w:r>
            <w:r w:rsidR="003D231D">
              <w:rPr>
                <w:rFonts w:ascii="Univers" w:hAnsi="Univers"/>
                <w:sz w:val="16"/>
                <w:szCs w:val="16"/>
              </w:rPr>
              <w:t>nummer</w:t>
            </w:r>
            <w:r w:rsidR="0072199A">
              <w:rPr>
                <w:rFonts w:ascii="Univers" w:hAnsi="Univers"/>
                <w:sz w:val="16"/>
                <w:szCs w:val="16"/>
              </w:rPr>
              <w:t xml:space="preserve"> BImA: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D231D" w:rsidRPr="00C27055" w:rsidRDefault="00E9563F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231D" w:rsidRPr="00C27055" w:rsidRDefault="003D231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1A6DB5" w:rsidRPr="00C27055">
              <w:rPr>
                <w:rFonts w:ascii="Univers" w:hAnsi="Univers"/>
                <w:sz w:val="16"/>
                <w:szCs w:val="16"/>
              </w:rPr>
              <w:t>Bestellnummer</w:t>
            </w:r>
            <w:r w:rsidR="00A2417D">
              <w:rPr>
                <w:rFonts w:ascii="Univers" w:hAnsi="Univers"/>
                <w:sz w:val="16"/>
                <w:szCs w:val="16"/>
              </w:rPr>
              <w:t xml:space="preserve"> BImA</w:t>
            </w:r>
            <w:r w:rsidR="001A6DB5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6D35F8" w:rsidP="00A36C7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0" w:name="Text25"/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noProof/>
                <w:sz w:val="16"/>
                <w:szCs w:val="16"/>
              </w:rPr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655C9" w:rsidRPr="00C27055" w:rsidTr="00E86454">
        <w:trPr>
          <w:trHeight w:val="20"/>
        </w:trPr>
        <w:tc>
          <w:tcPr>
            <w:tcW w:w="4383" w:type="dxa"/>
            <w:gridSpan w:val="11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445347" w:rsidRDefault="00D05F2D" w:rsidP="00D05F2D">
            <w:pPr>
              <w:spacing w:before="120"/>
              <w:rPr>
                <w:rFonts w:ascii="Univers" w:hAnsi="Univers"/>
                <w:sz w:val="18"/>
                <w:szCs w:val="18"/>
              </w:rPr>
            </w:pPr>
            <w:r w:rsidRPr="00D05F2D">
              <w:rPr>
                <w:rFonts w:ascii="Univers" w:hAnsi="Univers"/>
                <w:sz w:val="22"/>
                <w:szCs w:val="22"/>
              </w:rPr>
              <w:t>Bundesanstalt für Immobilienaufgaben</w:t>
            </w:r>
            <w:r>
              <w:rPr>
                <w:rFonts w:ascii="Univers" w:hAnsi="Univers"/>
                <w:sz w:val="22"/>
                <w:szCs w:val="22"/>
              </w:rPr>
              <w:br/>
            </w:r>
            <w:r w:rsidRPr="00D05F2D">
              <w:rPr>
                <w:rFonts w:ascii="Univers" w:hAnsi="Univers"/>
                <w:sz w:val="22"/>
                <w:szCs w:val="22"/>
              </w:rPr>
              <w:t>-Rechnungseingang-</w:t>
            </w:r>
            <w:r>
              <w:rPr>
                <w:rFonts w:ascii="Univers" w:hAnsi="Univers"/>
                <w:sz w:val="22"/>
                <w:szCs w:val="22"/>
              </w:rPr>
              <w:br/>
            </w:r>
            <w:r w:rsidRPr="00D05F2D">
              <w:rPr>
                <w:rFonts w:ascii="Univers" w:hAnsi="Univers"/>
                <w:sz w:val="22"/>
                <w:szCs w:val="22"/>
              </w:rPr>
              <w:t>Ellerstraße 56</w:t>
            </w:r>
            <w:r>
              <w:rPr>
                <w:rFonts w:ascii="Univers" w:hAnsi="Univers"/>
                <w:sz w:val="22"/>
                <w:szCs w:val="22"/>
              </w:rPr>
              <w:br/>
            </w:r>
            <w:r w:rsidRPr="00D05F2D">
              <w:rPr>
                <w:rFonts w:ascii="Univers" w:hAnsi="Univers"/>
                <w:sz w:val="22"/>
                <w:szCs w:val="22"/>
              </w:rPr>
              <w:t>53119 Bonn</w:t>
            </w: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425CFA" w:rsidRDefault="001655C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5C9" w:rsidRPr="00C27055" w:rsidRDefault="001655C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C27055" w:rsidRDefault="001655C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46A9D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E12E8B" w:rsidRDefault="00D46A9D" w:rsidP="00E12E8B">
            <w:pPr>
              <w:spacing w:before="120"/>
              <w:rPr>
                <w:rFonts w:ascii="Univers" w:hAnsi="Univers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46A9D" w:rsidRPr="00445347" w:rsidRDefault="00D46A9D" w:rsidP="00DD166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 w:rsidRPr="00445347">
              <w:rPr>
                <w:rFonts w:ascii="Univers" w:hAnsi="Univers"/>
                <w:sz w:val="14"/>
                <w:szCs w:val="14"/>
              </w:rPr>
              <w:t>Angaben Bauamt</w:t>
            </w:r>
          </w:p>
        </w:tc>
        <w:tc>
          <w:tcPr>
            <w:tcW w:w="24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46A9D" w:rsidRPr="00425CFA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425CFA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767741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741" w:rsidRPr="00C27055" w:rsidRDefault="00767741" w:rsidP="00F1169D">
            <w:pPr>
              <w:spacing w:before="1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67741" w:rsidRPr="00767741" w:rsidRDefault="009A65D5" w:rsidP="008C0286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 xml:space="preserve">Daten </w:t>
            </w:r>
            <w:r w:rsidR="008C0286" w:rsidRPr="00767741">
              <w:rPr>
                <w:rFonts w:ascii="Univers" w:hAnsi="Univers"/>
                <w:sz w:val="14"/>
                <w:szCs w:val="14"/>
              </w:rPr>
              <w:t>B</w:t>
            </w:r>
            <w:r w:rsidR="008C0286">
              <w:rPr>
                <w:rFonts w:ascii="Univers" w:hAnsi="Univers"/>
                <w:sz w:val="14"/>
                <w:szCs w:val="14"/>
              </w:rPr>
              <w:t>dE</w:t>
            </w:r>
          </w:p>
        </w:tc>
        <w:tc>
          <w:tcPr>
            <w:tcW w:w="245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7741" w:rsidRPr="00425CFA" w:rsidRDefault="0076774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67741" w:rsidRPr="00425CFA" w:rsidRDefault="0076774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430D60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D60" w:rsidRPr="00F1169D" w:rsidRDefault="00430D60" w:rsidP="00F1169D">
            <w:pPr>
              <w:spacing w:before="120"/>
              <w:rPr>
                <w:rFonts w:ascii="Univers" w:hAnsi="Univers"/>
                <w:sz w:val="12"/>
                <w:szCs w:val="12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0D60" w:rsidRPr="00C27055" w:rsidRDefault="00430D60" w:rsidP="00767741">
            <w:pPr>
              <w:ind w:left="113" w:right="113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430D60" w:rsidRDefault="00911515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430D60">
              <w:rPr>
                <w:rFonts w:ascii="Univers" w:hAnsi="Univers"/>
                <w:sz w:val="16"/>
                <w:szCs w:val="16"/>
              </w:rPr>
              <w:t>Dienststellennr. (M6 RBBau)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430D60" w:rsidRPr="00C27055" w:rsidRDefault="00430D60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1" w:name="Text28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430D60" w:rsidRPr="00C27055" w:rsidRDefault="00430D60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F1169D" w:rsidRDefault="001A6DB5" w:rsidP="00F1169D">
            <w:pPr>
              <w:spacing w:before="120"/>
              <w:rPr>
                <w:rFonts w:ascii="Univers" w:hAnsi="Univers"/>
                <w:sz w:val="12"/>
                <w:szCs w:val="12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6DB5" w:rsidRPr="00C27055" w:rsidRDefault="001A6DB5" w:rsidP="00767741">
            <w:pPr>
              <w:ind w:left="113" w:right="113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Maßnahmen</w:t>
            </w:r>
            <w:r w:rsidR="008C0286">
              <w:rPr>
                <w:rFonts w:ascii="Univers" w:hAnsi="Univers"/>
                <w:sz w:val="16"/>
                <w:szCs w:val="16"/>
              </w:rPr>
              <w:t>n</w:t>
            </w:r>
            <w:r w:rsidR="009A65D5">
              <w:rPr>
                <w:rFonts w:ascii="Univers" w:hAnsi="Univers"/>
                <w:sz w:val="16"/>
                <w:szCs w:val="16"/>
              </w:rPr>
              <w:t>umme</w:t>
            </w:r>
            <w:r>
              <w:rPr>
                <w:rFonts w:ascii="Univers" w:hAnsi="Univers"/>
                <w:sz w:val="16"/>
                <w:szCs w:val="16"/>
              </w:rPr>
              <w:t>r.: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F1169D">
            <w:pPr>
              <w:spacing w:before="6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Liegenschaftsbezeichnung: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Maßnahmenbezeichnung: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1A6DB5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Rechnungs</w:t>
            </w:r>
            <w:r w:rsidR="00A2417D">
              <w:rPr>
                <w:rFonts w:ascii="Univers" w:hAnsi="Univers"/>
                <w:sz w:val="16"/>
                <w:szCs w:val="16"/>
              </w:rPr>
              <w:t>eingangs</w:t>
            </w:r>
            <w:r w:rsidR="008C0286">
              <w:rPr>
                <w:rFonts w:ascii="Univers" w:hAnsi="Univers"/>
                <w:sz w:val="16"/>
                <w:szCs w:val="16"/>
              </w:rPr>
              <w:t>n</w:t>
            </w:r>
            <w:r>
              <w:rPr>
                <w:rFonts w:ascii="Univers" w:hAnsi="Univers"/>
                <w:sz w:val="16"/>
                <w:szCs w:val="16"/>
              </w:rPr>
              <w:t>r. B</w:t>
            </w:r>
            <w:r w:rsidR="008C0286">
              <w:rPr>
                <w:rFonts w:ascii="Univers" w:hAnsi="Univers"/>
                <w:sz w:val="16"/>
                <w:szCs w:val="16"/>
              </w:rPr>
              <w:t>dE</w:t>
            </w:r>
            <w:r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241CDE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E" w:rsidRPr="00C27055" w:rsidRDefault="00241CD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CDE" w:rsidRPr="00C27055" w:rsidRDefault="00241CD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241CDE" w:rsidRDefault="00911515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241CDE" w:rsidRPr="00241CDE">
              <w:rPr>
                <w:rFonts w:ascii="Univers" w:hAnsi="Univers"/>
                <w:sz w:val="16"/>
                <w:szCs w:val="16"/>
              </w:rPr>
              <w:t>Rechnungseingangsdat. BdE</w:t>
            </w:r>
            <w:r w:rsidR="00241CDE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41CDE" w:rsidRPr="00C27055" w:rsidRDefault="00241CDE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241CDE" w:rsidRPr="00C27055" w:rsidRDefault="00241CDE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A6DB5" w:rsidRPr="00C27055" w:rsidTr="00E86454"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A6DB5" w:rsidRPr="00C27055" w:rsidRDefault="00911515" w:rsidP="00094E3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94E3D">
              <w:rPr>
                <w:rFonts w:ascii="Univers" w:hAnsi="Univers"/>
                <w:sz w:val="16"/>
                <w:szCs w:val="16"/>
              </w:rPr>
              <w:t>Telefonnummer/</w:t>
            </w:r>
            <w:r w:rsidR="001A6DB5">
              <w:rPr>
                <w:rFonts w:ascii="Univers" w:hAnsi="Univers"/>
                <w:sz w:val="16"/>
                <w:szCs w:val="16"/>
              </w:rPr>
              <w:t>Bearbeiter</w:t>
            </w:r>
            <w:r w:rsidR="00464979">
              <w:rPr>
                <w:rFonts w:ascii="Univers" w:hAnsi="Univers"/>
                <w:sz w:val="16"/>
                <w:szCs w:val="16"/>
              </w:rPr>
              <w:t>/in</w:t>
            </w:r>
            <w:r w:rsidR="001A6DB5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A6DB5" w:rsidRPr="00C27055" w:rsidRDefault="001A6DB5" w:rsidP="00911515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  <w:r w:rsidR="00094E3D">
              <w:rPr>
                <w:rFonts w:ascii="Univers" w:hAnsi="Univers"/>
                <w:sz w:val="16"/>
                <w:szCs w:val="16"/>
              </w:rPr>
              <w:t>/</w:t>
            </w:r>
            <w:r w:rsidR="0091151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bookmarkStart w:id="12" w:name="Dropdown1"/>
            <w:r w:rsidR="00911515"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911515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2"/>
            <w:r w:rsidR="00464979">
              <w:rPr>
                <w:rFonts w:ascii="Univers" w:hAnsi="Univers"/>
                <w:sz w:val="16"/>
                <w:szCs w:val="16"/>
              </w:rPr>
              <w:t xml:space="preserve"> </w:t>
            </w:r>
            <w:r w:rsidR="00094E3D" w:rsidRPr="00094E3D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94E3D" w:rsidRPr="00094E3D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="00094E3D" w:rsidRPr="00094E3D">
              <w:rPr>
                <w:rFonts w:ascii="Univers" w:hAnsi="Univers"/>
                <w:sz w:val="16"/>
                <w:szCs w:val="16"/>
              </w:rPr>
            </w:r>
            <w:r w:rsidR="00094E3D" w:rsidRPr="00094E3D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094E3D" w:rsidRPr="00094E3D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767741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741" w:rsidRPr="00C27055" w:rsidRDefault="00767741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7741" w:rsidRPr="00DD1667" w:rsidRDefault="0076774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7741" w:rsidRPr="00DD1667" w:rsidRDefault="0076774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741" w:rsidRPr="00DD1667" w:rsidRDefault="0076774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46A9D" w:rsidRPr="00C27055" w:rsidTr="00E86454">
        <w:trPr>
          <w:trHeight w:val="20"/>
        </w:trPr>
        <w:tc>
          <w:tcPr>
            <w:tcW w:w="438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C27055" w:rsidRDefault="00D46A9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D" w:rsidRPr="00DD1667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6A9D" w:rsidRPr="00DD1667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DD1667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1655C9" w:rsidRPr="000B5B04" w:rsidTr="000B5B04">
        <w:trPr>
          <w:trHeight w:val="52"/>
        </w:trPr>
        <w:tc>
          <w:tcPr>
            <w:tcW w:w="9329" w:type="dxa"/>
            <w:gridSpan w:val="25"/>
            <w:shd w:val="clear" w:color="auto" w:fill="auto"/>
          </w:tcPr>
          <w:p w:rsidR="001655C9" w:rsidRPr="000B5B04" w:rsidRDefault="001655C9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E12E8B" w:rsidRPr="00C27055" w:rsidTr="004B653E">
        <w:trPr>
          <w:cantSplit/>
          <w:trHeight w:val="20"/>
        </w:trPr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E12E8B" w:rsidRPr="00445347" w:rsidRDefault="00837641" w:rsidP="00E12E8B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0" wp14:anchorId="37753A93" wp14:editId="2754ED8C">
                      <wp:simplePos x="0" y="0"/>
                      <wp:positionH relativeFrom="page">
                        <wp:posOffset>367030</wp:posOffset>
                      </wp:positionH>
                      <wp:positionV relativeFrom="page">
                        <wp:posOffset>3541395</wp:posOffset>
                      </wp:positionV>
                      <wp:extent cx="179705" cy="0"/>
                      <wp:effectExtent l="5080" t="7620" r="5715" b="1143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9pt,278.85pt" to="43.0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4GVEQIAACc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" o:allowincell="f" o:allowoverlap="f" strokecolor="#333" strokeweight=".25pt">
                      <w10:wrap anchorx="page" anchory="page"/>
                    </v:line>
                  </w:pict>
                </mc:Fallback>
              </mc:AlternateContent>
            </w:r>
            <w:r w:rsidR="00E12E8B" w:rsidRPr="00445347">
              <w:rPr>
                <w:rFonts w:ascii="Univers" w:hAnsi="Univers"/>
                <w:sz w:val="14"/>
                <w:szCs w:val="14"/>
              </w:rPr>
              <w:t>Auftragnehmer</w:t>
            </w: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2E8B" w:rsidRPr="005B54BC" w:rsidRDefault="00E12E8B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D73433">
        <w:trPr>
          <w:trHeight w:val="279"/>
        </w:trPr>
        <w:tc>
          <w:tcPr>
            <w:tcW w:w="29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bottom w:val="nil"/>
              <w:right w:val="dashSmallGap" w:sz="4" w:space="0" w:color="auto"/>
            </w:tcBorders>
            <w:shd w:val="clear" w:color="auto" w:fill="auto"/>
          </w:tcPr>
          <w:p w:rsidR="000F6D04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Firma:</w:t>
            </w:r>
            <w:r w:rsidR="000F6D04"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7564" w:type="dxa"/>
            <w:gridSpan w:val="21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3"/>
            <w:r>
              <w:rPr>
                <w:rFonts w:ascii="Univers" w:hAnsi="Univers"/>
                <w:sz w:val="16"/>
                <w:szCs w:val="16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4" w:name="Text8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14"/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EB62AF" w:rsidRPr="002B62A1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64" w:type="dxa"/>
            <w:gridSpan w:val="21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Geldinstitut:</w:t>
            </w:r>
          </w:p>
        </w:tc>
        <w:tc>
          <w:tcPr>
            <w:tcW w:w="7564" w:type="dxa"/>
            <w:gridSpan w:val="21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15"/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EB62AF" w:rsidRPr="002B62A1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1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652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069" w:type="dxa"/>
            <w:gridSpan w:val="5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628" w:type="dxa"/>
            <w:tcBorders>
              <w:top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20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0F6D04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Konto:</w:t>
            </w:r>
          </w:p>
        </w:tc>
        <w:tc>
          <w:tcPr>
            <w:tcW w:w="3011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65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BLZ:</w:t>
            </w:r>
          </w:p>
        </w:tc>
        <w:tc>
          <w:tcPr>
            <w:tcW w:w="2069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Fa.-Kz:</w:t>
            </w:r>
          </w:p>
        </w:tc>
        <w:tc>
          <w:tcPr>
            <w:tcW w:w="112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2B62A1" w:rsidRPr="008A5AE1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11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652" w:type="dxa"/>
            <w:gridSpan w:val="3"/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901" w:type="dxa"/>
            <w:gridSpan w:val="9"/>
            <w:tcBorders>
              <w:bottom w:val="dashSmallGap" w:sz="4" w:space="0" w:color="auto"/>
            </w:tcBorders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B62A1" w:rsidRPr="008A5AE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0F6D04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IBAN:</w:t>
            </w:r>
          </w:p>
        </w:tc>
        <w:tc>
          <w:tcPr>
            <w:tcW w:w="3011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65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0F6D04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BIC:</w:t>
            </w:r>
          </w:p>
        </w:tc>
        <w:tc>
          <w:tcPr>
            <w:tcW w:w="3901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E12E8B" w:rsidRPr="00C27055" w:rsidTr="004B653E">
        <w:trPr>
          <w:trHeight w:val="20"/>
        </w:trPr>
        <w:tc>
          <w:tcPr>
            <w:tcW w:w="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E8B" w:rsidRPr="005B54BC" w:rsidRDefault="00E12E8B" w:rsidP="005B54B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E8B" w:rsidRPr="005B54BC" w:rsidRDefault="00E12E8B" w:rsidP="005B54BC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445347" w:rsidRPr="004B653E" w:rsidTr="00887C32"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347" w:rsidRPr="004B653E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347" w:rsidRPr="004B653E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C1BF9" w:rsidRPr="00C27055" w:rsidTr="004B653E">
        <w:trPr>
          <w:trHeight w:val="20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1BF9" w:rsidRPr="005B54BC" w:rsidRDefault="00BC1BF9" w:rsidP="00BC1BF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C1BF9" w:rsidRPr="005B54BC" w:rsidRDefault="00BC1BF9" w:rsidP="00BC1BF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1A6DB5" w:rsidRPr="00C27055" w:rsidTr="004B653E">
        <w:tc>
          <w:tcPr>
            <w:tcW w:w="29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1A6DB5" w:rsidRPr="00445347" w:rsidRDefault="001A6DB5" w:rsidP="0044534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 w:rsidRPr="00445347">
              <w:rPr>
                <w:rFonts w:ascii="Univers" w:hAnsi="Univers"/>
                <w:sz w:val="14"/>
                <w:szCs w:val="14"/>
              </w:rPr>
              <w:t>Vertragsdaten</w:t>
            </w: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1A6DB5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1A6DB5">
              <w:rPr>
                <w:rFonts w:ascii="Univers" w:hAnsi="Univers"/>
                <w:sz w:val="16"/>
                <w:szCs w:val="16"/>
              </w:rPr>
              <w:t>Auftragsnr.:</w:t>
            </w:r>
          </w:p>
        </w:tc>
        <w:tc>
          <w:tcPr>
            <w:tcW w:w="3011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721" w:type="dxa"/>
            <w:gridSpan w:val="8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Auftragsdatum: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1A6DB5" w:rsidRPr="00C27055" w:rsidRDefault="001A6DB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2B62A1" w:rsidRPr="002B62A1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64" w:type="dxa"/>
            <w:gridSpan w:val="21"/>
            <w:tcBorders>
              <w:bottom w:val="dashSmallGap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03EEF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Leistung:</w:t>
            </w:r>
          </w:p>
        </w:tc>
        <w:tc>
          <w:tcPr>
            <w:tcW w:w="7564" w:type="dxa"/>
            <w:gridSpan w:val="21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2B62A1" w:rsidRPr="002B62A1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17" w:type="dxa"/>
            <w:gridSpan w:val="2"/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64" w:type="dxa"/>
            <w:gridSpan w:val="21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B62A1" w:rsidRPr="002B62A1" w:rsidRDefault="002B62A1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03EEF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1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ggf. Los</w:t>
            </w:r>
          </w:p>
        </w:tc>
        <w:tc>
          <w:tcPr>
            <w:tcW w:w="7564" w:type="dxa"/>
            <w:gridSpan w:val="21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9B0390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0390" w:rsidRPr="00C27055" w:rsidRDefault="009B0390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033" w:type="dxa"/>
            <w:gridSpan w:val="4"/>
            <w:shd w:val="clear" w:color="auto" w:fill="auto"/>
          </w:tcPr>
          <w:p w:rsidR="009B0390" w:rsidRPr="00D73433" w:rsidRDefault="009B0390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000" w:type="dxa"/>
            <w:gridSpan w:val="20"/>
            <w:tcBorders>
              <w:right w:val="single" w:sz="4" w:space="0" w:color="auto"/>
            </w:tcBorders>
            <w:shd w:val="clear" w:color="auto" w:fill="auto"/>
          </w:tcPr>
          <w:p w:rsidR="009B0390" w:rsidRPr="00D73433" w:rsidRDefault="009B0390" w:rsidP="00BC1BF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976DB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76DB" w:rsidRPr="00C27055" w:rsidRDefault="008976DB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283" w:type="dxa"/>
            <w:gridSpan w:val="5"/>
            <w:shd w:val="clear" w:color="auto" w:fill="auto"/>
          </w:tcPr>
          <w:p w:rsidR="008976DB" w:rsidRPr="00C27055" w:rsidRDefault="0091151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8976DB">
              <w:rPr>
                <w:rFonts w:ascii="Univers" w:hAnsi="Univers"/>
                <w:sz w:val="16"/>
                <w:szCs w:val="16"/>
              </w:rPr>
              <w:t>Zahlungsempfänger:</w:t>
            </w:r>
          </w:p>
        </w:tc>
        <w:tc>
          <w:tcPr>
            <w:tcW w:w="1575" w:type="dxa"/>
            <w:gridSpan w:val="4"/>
            <w:shd w:val="clear" w:color="auto" w:fill="auto"/>
          </w:tcPr>
          <w:p w:rsidR="008976DB" w:rsidRPr="00C27055" w:rsidRDefault="008976DB" w:rsidP="008976D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3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6"/>
            <w:r>
              <w:rPr>
                <w:rFonts w:ascii="Univers" w:hAnsi="Univers"/>
                <w:sz w:val="16"/>
                <w:szCs w:val="16"/>
              </w:rPr>
              <w:t xml:space="preserve"> Auftragnehmer </w:t>
            </w:r>
          </w:p>
        </w:tc>
        <w:tc>
          <w:tcPr>
            <w:tcW w:w="5175" w:type="dxa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8976DB" w:rsidRPr="00C27055" w:rsidRDefault="008976DB" w:rsidP="0091151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4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7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BC1BF9">
              <w:rPr>
                <w:rFonts w:ascii="Univers" w:hAnsi="Univers"/>
                <w:sz w:val="16"/>
                <w:szCs w:val="16"/>
              </w:rPr>
              <w:t xml:space="preserve">andere / mehrere Zahlungsempfänger (s. </w:t>
            </w:r>
            <w:r>
              <w:rPr>
                <w:rFonts w:ascii="Univers" w:hAnsi="Univers"/>
                <w:sz w:val="16"/>
                <w:szCs w:val="16"/>
              </w:rPr>
              <w:t>Muster 19/2</w:t>
            </w:r>
            <w:r w:rsidR="00911515">
              <w:rPr>
                <w:rFonts w:ascii="Univers" w:hAnsi="Univers"/>
                <w:sz w:val="16"/>
                <w:szCs w:val="16"/>
              </w:rPr>
              <w:t xml:space="preserve"> - KB 2</w:t>
            </w:r>
            <w:r w:rsidRPr="00BC1BF9">
              <w:rPr>
                <w:rFonts w:ascii="Univers" w:hAnsi="Univers"/>
                <w:sz w:val="16"/>
                <w:szCs w:val="16"/>
              </w:rPr>
              <w:t>)</w:t>
            </w:r>
          </w:p>
        </w:tc>
      </w:tr>
      <w:tr w:rsidR="009B0390" w:rsidRPr="00BC1BF9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0390" w:rsidRPr="00BC1BF9" w:rsidRDefault="009B0390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9033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:rsidR="009B0390" w:rsidRPr="00D73433" w:rsidRDefault="009B0390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B0390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0390" w:rsidRPr="00C27055" w:rsidRDefault="009B0390" w:rsidP="00D25E8B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9B0390" w:rsidRPr="00C27055" w:rsidRDefault="00911515" w:rsidP="00D25E8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9B0390">
              <w:rPr>
                <w:rFonts w:ascii="Univers" w:hAnsi="Univers"/>
                <w:sz w:val="16"/>
                <w:szCs w:val="16"/>
              </w:rPr>
              <w:t>Auftragssumme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9B0390" w:rsidRPr="00C27055" w:rsidRDefault="00CA3754" w:rsidP="00F60A88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Auftragssumme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18" w:name="Auftragssumm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9B0390" w:rsidRPr="00C27055" w:rsidRDefault="009B0390" w:rsidP="00D25E8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8976DB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976DB" w:rsidRPr="00C27055" w:rsidRDefault="008976DB" w:rsidP="00D25E8B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278" w:type="dxa"/>
            <w:gridSpan w:val="8"/>
            <w:tcBorders>
              <w:right w:val="dashSmallGap" w:sz="4" w:space="0" w:color="auto"/>
            </w:tcBorders>
            <w:shd w:val="clear" w:color="auto" w:fill="auto"/>
          </w:tcPr>
          <w:p w:rsidR="008976DB" w:rsidRPr="00C27055" w:rsidRDefault="00911515" w:rsidP="008976D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8976DB">
              <w:rPr>
                <w:rFonts w:ascii="Univers" w:hAnsi="Univers"/>
                <w:sz w:val="16"/>
                <w:szCs w:val="16"/>
              </w:rPr>
              <w:t>+ Nachtragsvereinbarung(en)</w:t>
            </w:r>
            <w:bookmarkStart w:id="19" w:name="Text11"/>
            <w:r w:rsidR="008976DB">
              <w:rPr>
                <w:rFonts w:ascii="Univers" w:hAnsi="Univers"/>
                <w:sz w:val="16"/>
                <w:szCs w:val="16"/>
              </w:rPr>
              <w:t>:</w:t>
            </w:r>
          </w:p>
        </w:tc>
        <w:bookmarkEnd w:id="19"/>
        <w:tc>
          <w:tcPr>
            <w:tcW w:w="85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8976DB" w:rsidRPr="00C27055" w:rsidRDefault="008976DB" w:rsidP="00BE602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 w:rsidR="00077FA5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8"/>
            <w:tcBorders>
              <w:left w:val="dashSmallGap" w:sz="4" w:space="0" w:color="auto"/>
            </w:tcBorders>
            <w:shd w:val="clear" w:color="auto" w:fill="auto"/>
          </w:tcPr>
          <w:p w:rsidR="008976DB" w:rsidRPr="00C27055" w:rsidRDefault="00BE602A" w:rsidP="00D25E8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(Anzahl)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8976DB" w:rsidRPr="00C27055" w:rsidRDefault="00CA3754" w:rsidP="00F60A88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NachtragsV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20" w:name="NachtragsV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8976DB" w:rsidRPr="00C27055" w:rsidRDefault="008976DB" w:rsidP="00D25E8B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9B0390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0390" w:rsidRPr="00C27055" w:rsidRDefault="009B0390" w:rsidP="00D25E8B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9B0390" w:rsidRPr="00D73433" w:rsidRDefault="009B0390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832" w:type="dxa"/>
            <w:gridSpan w:val="4"/>
            <w:tcBorders>
              <w:top w:val="dashSmallGap" w:sz="4" w:space="0" w:color="auto"/>
            </w:tcBorders>
            <w:shd w:val="clear" w:color="auto" w:fill="auto"/>
          </w:tcPr>
          <w:p w:rsidR="009B0390" w:rsidRPr="00D73433" w:rsidRDefault="009B0390" w:rsidP="00D25E8B">
            <w:pPr>
              <w:jc w:val="right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9B0390" w:rsidRPr="00D73433" w:rsidRDefault="009B0390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B0390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0390" w:rsidRPr="00C27055" w:rsidRDefault="009B0390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9B0390" w:rsidRPr="00D25E8B" w:rsidRDefault="00911515" w:rsidP="00D25E8B">
            <w:pPr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9B0390">
              <w:rPr>
                <w:rFonts w:ascii="Univers" w:hAnsi="Univers"/>
                <w:b/>
                <w:sz w:val="16"/>
                <w:szCs w:val="16"/>
              </w:rPr>
              <w:t xml:space="preserve">= </w:t>
            </w:r>
            <w:r w:rsidR="009B0390" w:rsidRPr="00D25E8B">
              <w:rPr>
                <w:rFonts w:ascii="Univers" w:hAnsi="Univers"/>
                <w:b/>
                <w:sz w:val="16"/>
                <w:szCs w:val="16"/>
              </w:rPr>
              <w:t>Gesamtauftragssumme</w:t>
            </w:r>
          </w:p>
        </w:tc>
        <w:tc>
          <w:tcPr>
            <w:tcW w:w="1832" w:type="dxa"/>
            <w:gridSpan w:val="4"/>
            <w:tcBorders>
              <w:bottom w:val="double" w:sz="4" w:space="0" w:color="auto"/>
            </w:tcBorders>
            <w:shd w:val="clear" w:color="auto" w:fill="auto"/>
          </w:tcPr>
          <w:p w:rsidR="009B0390" w:rsidRPr="00C27055" w:rsidRDefault="00950AA2" w:rsidP="00D25E8B">
            <w:pPr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=SUM(Auftragssumme;NachtragsV) \# "#.##0,00" </w:instrText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 xml:space="preserve">   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9B0390" w:rsidRPr="00C27055" w:rsidRDefault="009B0390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D25E8B" w:rsidRPr="00C27055" w:rsidTr="004B653E">
        <w:trPr>
          <w:trHeight w:val="20"/>
        </w:trPr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5E8B" w:rsidRPr="005B54BC" w:rsidRDefault="00D25E8B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E8B" w:rsidRPr="005B54BC" w:rsidRDefault="00D25E8B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B0390" w:rsidRPr="004B653E" w:rsidTr="00887C32"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0390" w:rsidRPr="004B653E" w:rsidRDefault="009B0390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0390" w:rsidRPr="004B653E" w:rsidRDefault="009B0390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25E8B" w:rsidRPr="00C27055" w:rsidTr="004B653E">
        <w:trPr>
          <w:trHeight w:val="20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5E8B" w:rsidRPr="005B54BC" w:rsidRDefault="00D25E8B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25E8B" w:rsidRPr="005B54BC" w:rsidRDefault="00D25E8B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516E1F" w:rsidRPr="00C27055" w:rsidTr="004B653E">
        <w:tc>
          <w:tcPr>
            <w:tcW w:w="29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16E1F" w:rsidRPr="00445347" w:rsidRDefault="00516E1F" w:rsidP="009B0390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Aktueller Zahlungsvorgang</w:t>
            </w:r>
          </w:p>
        </w:tc>
        <w:tc>
          <w:tcPr>
            <w:tcW w:w="2708" w:type="dxa"/>
            <w:gridSpan w:val="7"/>
            <w:tcBorders>
              <w:right w:val="dashSmallGap" w:sz="4" w:space="0" w:color="auto"/>
            </w:tcBorders>
            <w:shd w:val="clear" w:color="auto" w:fill="auto"/>
          </w:tcPr>
          <w:p w:rsidR="00516E1F" w:rsidRPr="00C27055" w:rsidRDefault="00911515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>Rechnungsdatum AN:</w:t>
            </w:r>
          </w:p>
        </w:tc>
        <w:tc>
          <w:tcPr>
            <w:tcW w:w="1420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721" w:type="dxa"/>
            <w:gridSpan w:val="8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911515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>Rechnungsnummer AN: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16E1F" w:rsidRPr="00C27055" w:rsidTr="00887C32">
        <w:trPr>
          <w:trHeight w:val="23"/>
        </w:trPr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9033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:rsidR="00516E1F" w:rsidRPr="008A5AE1" w:rsidRDefault="00516E1F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708" w:type="dxa"/>
            <w:gridSpan w:val="7"/>
            <w:tcBorders>
              <w:right w:val="dashSmallGap" w:sz="4" w:space="0" w:color="auto"/>
            </w:tcBorders>
            <w:shd w:val="clear" w:color="auto" w:fill="auto"/>
          </w:tcPr>
          <w:p w:rsidR="00516E1F" w:rsidRPr="00C27055" w:rsidRDefault="00516E1F" w:rsidP="00077FA5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fällig: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6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1"/>
            <w:r>
              <w:rPr>
                <w:rFonts w:ascii="Univers" w:hAnsi="Univers"/>
                <w:sz w:val="16"/>
                <w:szCs w:val="16"/>
              </w:rPr>
              <w:t xml:space="preserve"> sofort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2"/>
            <w:r>
              <w:rPr>
                <w:rFonts w:ascii="Univers" w:hAnsi="Univers"/>
                <w:sz w:val="16"/>
                <w:szCs w:val="16"/>
              </w:rPr>
              <w:t xml:space="preserve"> spätestens am </w:t>
            </w:r>
            <w:bookmarkStart w:id="23" w:name="Text16"/>
          </w:p>
        </w:tc>
        <w:bookmarkEnd w:id="23"/>
        <w:tc>
          <w:tcPr>
            <w:tcW w:w="1420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721" w:type="dxa"/>
            <w:gridSpan w:val="8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16E1F" w:rsidRPr="00C27055" w:rsidRDefault="00911515" w:rsidP="008F692C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Skontoabzug: </w:t>
            </w:r>
            <w:r w:rsidR="00516E1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7"/>
            <w:r w:rsidR="00516E1F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516E1F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4"/>
            <w:r w:rsidR="00516E1F">
              <w:rPr>
                <w:rFonts w:ascii="Univers" w:hAnsi="Univers"/>
                <w:sz w:val="16"/>
                <w:szCs w:val="16"/>
              </w:rPr>
              <w:t xml:space="preserve"> Nein </w:t>
            </w:r>
            <w:r w:rsidR="00516E1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8"/>
            <w:r w:rsidR="00516E1F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516E1F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5"/>
            <w:r w:rsidR="00516E1F">
              <w:rPr>
                <w:rFonts w:ascii="Univers" w:hAnsi="Univers"/>
                <w:sz w:val="16"/>
                <w:szCs w:val="16"/>
              </w:rPr>
              <w:t xml:space="preserve"> Ja, bis </w:t>
            </w:r>
            <w:bookmarkStart w:id="26" w:name="Text26"/>
          </w:p>
        </w:tc>
        <w:tc>
          <w:tcPr>
            <w:tcW w:w="1832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BE602A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(Datum)</w:t>
            </w:r>
          </w:p>
        </w:tc>
        <w:bookmarkEnd w:id="26"/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BE602A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16E1F" w:rsidRPr="00C27055" w:rsidTr="004B653E">
        <w:trPr>
          <w:trHeight w:val="119"/>
        </w:trPr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D41CA9" w:rsidRDefault="00516E1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1832" w:type="dxa"/>
            <w:gridSpan w:val="4"/>
            <w:shd w:val="clear" w:color="auto" w:fill="auto"/>
          </w:tcPr>
          <w:p w:rsidR="00516E1F" w:rsidRPr="00D41CA9" w:rsidRDefault="00516E1F" w:rsidP="009B0390">
            <w:pPr>
              <w:jc w:val="right"/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D41CA9" w:rsidRDefault="00516E1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Default="00911515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Gesamtbetrag der anerkannten Leistungen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516E1F" w:rsidRDefault="004D2F03" w:rsidP="00CD2CF7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GB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27" w:name="GB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911515" w:rsidP="001E6915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- 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bisherige Sicherheitseinbehalte</w:t>
            </w:r>
            <w:r w:rsidR="00516E1F" w:rsidRPr="00B25CD1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516E1F" w:rsidRPr="00C27055" w:rsidRDefault="004D2F03" w:rsidP="00F60A88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SichE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28" w:name="Sich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516E1F" w:rsidP="001E6915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- </w:t>
            </w:r>
            <w:r w:rsidRPr="009E65B9">
              <w:rPr>
                <w:rFonts w:ascii="Univers" w:hAnsi="Univers"/>
                <w:sz w:val="16"/>
                <w:szCs w:val="16"/>
              </w:rPr>
              <w:t xml:space="preserve">bisher </w:t>
            </w:r>
            <w:r>
              <w:rPr>
                <w:rFonts w:ascii="Univers" w:hAnsi="Univers"/>
                <w:sz w:val="16"/>
                <w:szCs w:val="16"/>
              </w:rPr>
              <w:t>abgezogenes</w:t>
            </w:r>
            <w:r w:rsidRPr="009E65B9">
              <w:rPr>
                <w:rFonts w:ascii="Univers" w:hAnsi="Univers"/>
                <w:sz w:val="16"/>
                <w:szCs w:val="16"/>
              </w:rPr>
              <w:t xml:space="preserve"> Skonto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516E1F" w:rsidRPr="00C27055" w:rsidRDefault="004D2F03" w:rsidP="00F60A88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Skonto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29" w:name="Skonto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911515" w:rsidP="008F4153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- 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bisherige</w:t>
            </w:r>
            <w:r w:rsidR="00516E1F">
              <w:rPr>
                <w:rFonts w:ascii="Univers" w:hAnsi="Univers"/>
                <w:sz w:val="16"/>
                <w:szCs w:val="16"/>
              </w:rPr>
              <w:t>r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 xml:space="preserve"> sonstige</w:t>
            </w:r>
            <w:r w:rsidR="00516E1F">
              <w:rPr>
                <w:rFonts w:ascii="Univers" w:hAnsi="Univers"/>
                <w:sz w:val="16"/>
                <w:szCs w:val="16"/>
              </w:rPr>
              <w:t>r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 xml:space="preserve"> Einbehalt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516E1F" w:rsidRPr="00C27055" w:rsidRDefault="008A1327" w:rsidP="00CD2CF7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sonE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30" w:name="son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278" w:type="dxa"/>
            <w:gridSpan w:val="8"/>
            <w:tcBorders>
              <w:right w:val="dashSmallGap" w:sz="4" w:space="0" w:color="auto"/>
            </w:tcBorders>
            <w:shd w:val="clear" w:color="auto" w:fill="auto"/>
          </w:tcPr>
          <w:p w:rsidR="00516E1F" w:rsidRPr="00C27055" w:rsidRDefault="00911515" w:rsidP="008F4153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- 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Summe der bisher geleisteten Zahlungen: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721" w:type="dxa"/>
            <w:gridSpan w:val="8"/>
            <w:tcBorders>
              <w:left w:val="dashSmallGap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(Anzahl)</w:t>
            </w:r>
          </w:p>
        </w:tc>
        <w:tc>
          <w:tcPr>
            <w:tcW w:w="1832" w:type="dxa"/>
            <w:gridSpan w:val="4"/>
            <w:tcBorders>
              <w:bottom w:val="dashSmallGap" w:sz="4" w:space="0" w:color="auto"/>
            </w:tcBorders>
            <w:shd w:val="clear" w:color="auto" w:fill="auto"/>
          </w:tcPr>
          <w:p w:rsidR="00516E1F" w:rsidRPr="00C27055" w:rsidRDefault="004D2F03" w:rsidP="00CD2CF7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SummZahlung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31" w:name="SummZahlung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911515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Zwischensumme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16E1F" w:rsidRPr="00C27055" w:rsidRDefault="00F139F3" w:rsidP="001655C9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sz w:val="16"/>
                <w:szCs w:val="16"/>
              </w:rPr>
              <w:instrText xml:space="preserve"> =GB-SUM(SichE;Skonto;sonE;SummZahlung) \# "#.##0,00" </w:instrText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noProof/>
                <w:sz w:val="16"/>
                <w:szCs w:val="16"/>
              </w:rPr>
              <w:t xml:space="preserve">   0,00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911515" w:rsidP="00BE602A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- 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Aktueller weiterer Sicherheitseinbehalt</w:t>
            </w:r>
            <w:r w:rsidR="00516E1F" w:rsidRPr="00B25CD1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16E1F" w:rsidRPr="00C27055" w:rsidRDefault="008A1327" w:rsidP="00F60A88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wSichE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32" w:name="wSich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6849" w:type="dxa"/>
            <w:gridSpan w:val="19"/>
            <w:shd w:val="clear" w:color="auto" w:fill="auto"/>
          </w:tcPr>
          <w:p w:rsidR="00516E1F" w:rsidRPr="00C27055" w:rsidRDefault="00911515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t xml:space="preserve">- </w:t>
            </w:r>
            <w:r w:rsidR="00516E1F" w:rsidRPr="009E65B9">
              <w:rPr>
                <w:rFonts w:ascii="Univers" w:hAnsi="Univers"/>
                <w:sz w:val="16"/>
                <w:szCs w:val="16"/>
              </w:rPr>
              <w:t>Aktueller weiterer sonstiger Einbehalt</w:t>
            </w:r>
          </w:p>
        </w:tc>
        <w:tc>
          <w:tcPr>
            <w:tcW w:w="1832" w:type="dxa"/>
            <w:gridSpan w:val="4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</w:tcPr>
          <w:p w:rsidR="00516E1F" w:rsidRPr="00C27055" w:rsidRDefault="008A1327" w:rsidP="00F60A88">
            <w:pPr>
              <w:spacing w:before="2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wsonSichE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33" w:name="wsonSichE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C27055" w:rsidRDefault="00516E1F" w:rsidP="001655C9">
            <w:pPr>
              <w:spacing w:before="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€</w:t>
            </w:r>
          </w:p>
        </w:tc>
      </w:tr>
      <w:tr w:rsidR="00516E1F" w:rsidRPr="00C27055" w:rsidTr="000B5B04">
        <w:trPr>
          <w:trHeight w:val="142"/>
        </w:trPr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8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16E1F" w:rsidRPr="00C27055" w:rsidRDefault="00911515" w:rsidP="00B26196">
            <w:pPr>
              <w:spacing w:before="6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D42098" w:rsidRPr="004B653E">
              <w:rPr>
                <w:rFonts w:ascii="Univers" w:hAnsi="Univers"/>
                <w:sz w:val="16"/>
                <w:szCs w:val="16"/>
              </w:rPr>
              <w:t xml:space="preserve"> </w:t>
            </w:r>
            <w:r w:rsidR="00EC6E24" w:rsidRPr="004B653E">
              <w:rPr>
                <w:rFonts w:ascii="Univers" w:hAnsi="Univers"/>
                <w:sz w:val="16"/>
                <w:szCs w:val="16"/>
              </w:rPr>
              <w:t>=</w:t>
            </w:r>
            <w:r w:rsidR="00EC6E24">
              <w:rPr>
                <w:rFonts w:ascii="Univers" w:hAnsi="Univers"/>
                <w:b/>
                <w:sz w:val="16"/>
                <w:szCs w:val="16"/>
              </w:rPr>
              <w:t xml:space="preserve"> </w:t>
            </w:r>
            <w:r w:rsidR="00516E1F">
              <w:rPr>
                <w:rFonts w:ascii="Univers" w:hAnsi="Univers"/>
                <w:b/>
                <w:sz w:val="16"/>
                <w:szCs w:val="16"/>
              </w:rPr>
              <w:t>Festgestellter Rechnungsb</w:t>
            </w:r>
            <w:r w:rsidR="00516E1F" w:rsidRPr="001655C9">
              <w:rPr>
                <w:rFonts w:ascii="Univers" w:hAnsi="Univers"/>
                <w:b/>
                <w:sz w:val="16"/>
                <w:szCs w:val="16"/>
              </w:rPr>
              <w:t>etrag</w:t>
            </w:r>
            <w:r w:rsidR="00516E1F">
              <w:rPr>
                <w:rFonts w:ascii="Univers" w:hAnsi="Univers"/>
                <w:b/>
                <w:sz w:val="16"/>
                <w:szCs w:val="16"/>
              </w:rPr>
              <w:t xml:space="preserve"> als</w:t>
            </w:r>
          </w:p>
        </w:tc>
        <w:tc>
          <w:tcPr>
            <w:tcW w:w="1003" w:type="dxa"/>
            <w:gridSpan w:val="6"/>
            <w:tcBorders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911515" w:rsidP="008F692C">
            <w:pPr>
              <w:spacing w:before="60"/>
              <w:rPr>
                <w:rFonts w:ascii="Univers" w:hAnsi="Univers"/>
                <w:sz w:val="16"/>
                <w:szCs w:val="16"/>
              </w:rPr>
            </w:pPr>
            <w:bookmarkStart w:id="34" w:name="ffldZahlvorgang"/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9"/>
            <w:r w:rsidR="00516E1F"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516E1F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5"/>
            <w:r w:rsidR="00516E1F">
              <w:rPr>
                <w:rFonts w:ascii="Univers" w:hAnsi="Univers"/>
                <w:sz w:val="16"/>
                <w:szCs w:val="16"/>
              </w:rPr>
              <w:t xml:space="preserve"> AZ Nr.  </w:t>
            </w:r>
          </w:p>
        </w:tc>
        <w:bookmarkEnd w:id="34"/>
        <w:tc>
          <w:tcPr>
            <w:tcW w:w="57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516E1F" w:rsidRPr="00C27055" w:rsidRDefault="00516E1F" w:rsidP="00C71AAF">
            <w:pPr>
              <w:spacing w:before="6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2"/>
            <w:tcBorders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:rsidR="00516E1F" w:rsidRPr="00C27055" w:rsidRDefault="00516E1F" w:rsidP="00C71AAF">
            <w:pPr>
              <w:spacing w:before="6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     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20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6"/>
            <w:r>
              <w:rPr>
                <w:rFonts w:ascii="Univers" w:hAnsi="Univers"/>
                <w:sz w:val="16"/>
                <w:szCs w:val="16"/>
              </w:rPr>
              <w:t xml:space="preserve"> SZ</w:t>
            </w:r>
          </w:p>
        </w:tc>
        <w:tc>
          <w:tcPr>
            <w:tcW w:w="1832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16E1F" w:rsidRPr="001655C9" w:rsidRDefault="00F60A88" w:rsidP="001655C9">
            <w:pPr>
              <w:spacing w:before="60"/>
              <w:jc w:val="right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b/>
                <w:sz w:val="16"/>
                <w:szCs w:val="16"/>
              </w:rPr>
              <w:fldChar w:fldCharType="begin"/>
            </w:r>
            <w:r>
              <w:rPr>
                <w:rFonts w:ascii="Univers" w:hAnsi="Univers"/>
                <w:b/>
                <w:sz w:val="16"/>
                <w:szCs w:val="16"/>
              </w:rPr>
              <w:instrText xml:space="preserve"> =GB-SUM(SichE;Skonto;sonE;SummZahlung;wSichE;wsonSichE) \# "#.##0,00" </w:instrTex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separate"/>
            </w:r>
            <w:r w:rsidR="00CD2CF7">
              <w:rPr>
                <w:rFonts w:ascii="Univers" w:hAnsi="Univers"/>
                <w:b/>
                <w:noProof/>
                <w:sz w:val="16"/>
                <w:szCs w:val="16"/>
              </w:rPr>
              <w:t xml:space="preserve">   0,00</w:t>
            </w:r>
            <w:r>
              <w:rPr>
                <w:rFonts w:ascii="Univers" w:hAnsi="Univers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1655C9" w:rsidRDefault="00516E1F" w:rsidP="001655C9">
            <w:pPr>
              <w:spacing w:before="60"/>
              <w:rPr>
                <w:rFonts w:ascii="Univers" w:hAnsi="Univers"/>
                <w:b/>
                <w:sz w:val="16"/>
                <w:szCs w:val="16"/>
              </w:rPr>
            </w:pPr>
            <w:r w:rsidRPr="001655C9">
              <w:rPr>
                <w:rFonts w:ascii="Univers" w:hAnsi="Univers"/>
                <w:b/>
                <w:sz w:val="16"/>
                <w:szCs w:val="16"/>
              </w:rPr>
              <w:t>€</w:t>
            </w:r>
          </w:p>
        </w:tc>
      </w:tr>
      <w:tr w:rsidR="00516E1F" w:rsidRPr="00C27055" w:rsidTr="004B653E">
        <w:trPr>
          <w:trHeight w:val="142"/>
        </w:trPr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E1F" w:rsidRPr="00C27055" w:rsidRDefault="00516E1F" w:rsidP="009B0390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858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516E1F" w:rsidRPr="004B653E" w:rsidRDefault="00911515" w:rsidP="009C1730">
            <w:pPr>
              <w:spacing w:before="6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16E1F" w:rsidRPr="004B653E">
              <w:rPr>
                <w:rFonts w:ascii="Univers" w:hAnsi="Univers"/>
                <w:sz w:val="16"/>
                <w:szCs w:val="16"/>
              </w:rPr>
              <w:t xml:space="preserve">Aktueller </w:t>
            </w:r>
            <w:r w:rsidR="003A605C">
              <w:rPr>
                <w:rFonts w:ascii="Univers" w:hAnsi="Univers"/>
                <w:sz w:val="16"/>
                <w:szCs w:val="16"/>
              </w:rPr>
              <w:t xml:space="preserve">möglicher </w:t>
            </w:r>
            <w:r w:rsidR="00516E1F" w:rsidRPr="004B653E">
              <w:rPr>
                <w:rFonts w:ascii="Univers" w:hAnsi="Univers"/>
                <w:sz w:val="16"/>
                <w:szCs w:val="16"/>
              </w:rPr>
              <w:t>Skontobetrag</w:t>
            </w:r>
          </w:p>
        </w:tc>
        <w:tc>
          <w:tcPr>
            <w:tcW w:w="299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516E1F" w:rsidRDefault="00516E1F" w:rsidP="00C71AAF">
            <w:pPr>
              <w:spacing w:before="60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516E1F" w:rsidRPr="004B653E" w:rsidRDefault="008A1327" w:rsidP="00F60A88">
            <w:pPr>
              <w:spacing w:before="60"/>
              <w:jc w:val="right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bookmarkStart w:id="37" w:name="Text12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52" w:type="dxa"/>
            <w:tcBorders>
              <w:right w:val="single" w:sz="4" w:space="0" w:color="auto"/>
            </w:tcBorders>
            <w:shd w:val="clear" w:color="auto" w:fill="auto"/>
          </w:tcPr>
          <w:p w:rsidR="00516E1F" w:rsidRPr="004B653E" w:rsidRDefault="00516E1F" w:rsidP="001655C9">
            <w:pPr>
              <w:spacing w:before="60"/>
              <w:rPr>
                <w:rFonts w:ascii="Univers" w:hAnsi="Univers"/>
                <w:sz w:val="16"/>
                <w:szCs w:val="16"/>
              </w:rPr>
            </w:pPr>
          </w:p>
        </w:tc>
      </w:tr>
      <w:tr w:rsidR="001655C9" w:rsidRPr="00C27055" w:rsidTr="004B653E">
        <w:trPr>
          <w:trHeight w:val="20"/>
        </w:trPr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E65B9" w:rsidRPr="004B653E" w:rsidTr="004B653E"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6849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83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9B0390">
            <w:pPr>
              <w:jc w:val="right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5B9" w:rsidRPr="004B653E" w:rsidRDefault="009E65B9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1655C9" w:rsidRPr="00C27055" w:rsidTr="004B653E">
        <w:trPr>
          <w:trHeight w:val="20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C27055" w:rsidTr="00887C32">
        <w:tc>
          <w:tcPr>
            <w:tcW w:w="29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3267C2" w:rsidRPr="003267C2" w:rsidRDefault="003267C2" w:rsidP="00F2309F">
            <w:pPr>
              <w:jc w:val="center"/>
              <w:rPr>
                <w:rFonts w:ascii="Univers" w:hAnsi="Univers"/>
                <w:sz w:val="14"/>
                <w:szCs w:val="14"/>
              </w:rPr>
            </w:pPr>
            <w:r w:rsidRPr="003267C2">
              <w:rPr>
                <w:rFonts w:ascii="Univers" w:hAnsi="Univers"/>
                <w:sz w:val="14"/>
                <w:szCs w:val="14"/>
              </w:rPr>
              <w:t>Freistellungsbesch</w:t>
            </w:r>
            <w:r w:rsidR="00F2309F">
              <w:rPr>
                <w:rFonts w:ascii="Univers" w:hAnsi="Univers"/>
                <w:sz w:val="14"/>
                <w:szCs w:val="14"/>
              </w:rPr>
              <w:t>.</w:t>
            </w:r>
          </w:p>
        </w:tc>
        <w:tc>
          <w:tcPr>
            <w:tcW w:w="9033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:rsidR="003267C2" w:rsidRPr="00C27055" w:rsidRDefault="00911515" w:rsidP="008C5E2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267C2" w:rsidRPr="00D41CA9">
              <w:rPr>
                <w:rFonts w:ascii="Univers" w:hAnsi="Univers"/>
                <w:sz w:val="16"/>
                <w:szCs w:val="16"/>
              </w:rPr>
              <w:t xml:space="preserve">Eine </w:t>
            </w:r>
            <w:r w:rsidR="003267C2" w:rsidRPr="00F2309F">
              <w:rPr>
                <w:rFonts w:ascii="Univers" w:hAnsi="Univers"/>
                <w:b/>
                <w:sz w:val="16"/>
                <w:szCs w:val="16"/>
              </w:rPr>
              <w:t>Freistellungsbescheinigung</w:t>
            </w:r>
            <w:r w:rsidR="003267C2" w:rsidRPr="00D41CA9">
              <w:rPr>
                <w:rFonts w:ascii="Univers" w:hAnsi="Univers"/>
                <w:sz w:val="16"/>
                <w:szCs w:val="16"/>
              </w:rPr>
              <w:t xml:space="preserve"> zum Steuerabzug bei Bauleistungen (§ 48 Abs. 1 Satz 1 EStG)</w:t>
            </w:r>
            <w:r w:rsidR="003267C2">
              <w:rPr>
                <w:rFonts w:ascii="Univers" w:hAnsi="Univers"/>
                <w:sz w:val="16"/>
                <w:szCs w:val="16"/>
              </w:rPr>
              <w:t>:</w:t>
            </w:r>
          </w:p>
        </w:tc>
      </w:tr>
      <w:tr w:rsidR="008F4153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F4153" w:rsidRPr="00C27055" w:rsidRDefault="008F415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566" w:type="dxa"/>
            <w:gridSpan w:val="6"/>
            <w:shd w:val="clear" w:color="auto" w:fill="auto"/>
          </w:tcPr>
          <w:p w:rsidR="008F4153" w:rsidRPr="00C27055" w:rsidRDefault="008F415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130" w:type="dxa"/>
            <w:gridSpan w:val="7"/>
            <w:shd w:val="clear" w:color="auto" w:fill="auto"/>
          </w:tcPr>
          <w:p w:rsidR="008F4153" w:rsidRPr="00C27055" w:rsidRDefault="008F4153" w:rsidP="008F415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8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8"/>
            <w:r>
              <w:rPr>
                <w:rFonts w:ascii="Univers" w:hAnsi="Univers"/>
                <w:sz w:val="16"/>
                <w:szCs w:val="16"/>
              </w:rPr>
              <w:t xml:space="preserve"> ist erforderlich. </w:t>
            </w:r>
          </w:p>
        </w:tc>
        <w:tc>
          <w:tcPr>
            <w:tcW w:w="4337" w:type="dxa"/>
            <w:gridSpan w:val="11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F4153" w:rsidRPr="00C27055" w:rsidRDefault="008F415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9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9"/>
            <w:r>
              <w:rPr>
                <w:rFonts w:ascii="Univers" w:hAnsi="Univers"/>
                <w:sz w:val="16"/>
                <w:szCs w:val="16"/>
              </w:rPr>
              <w:t xml:space="preserve"> ist nicht erforderlich.</w:t>
            </w:r>
          </w:p>
        </w:tc>
      </w:tr>
      <w:tr w:rsidR="003267C2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67C2" w:rsidRPr="00D41CA9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9033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:rsidR="003267C2" w:rsidRPr="00D73433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267C2" w:rsidRPr="00C27055" w:rsidRDefault="003267C2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9033" w:type="dxa"/>
            <w:gridSpan w:val="24"/>
            <w:tcBorders>
              <w:right w:val="single" w:sz="4" w:space="0" w:color="auto"/>
            </w:tcBorders>
            <w:shd w:val="clear" w:color="auto" w:fill="auto"/>
          </w:tcPr>
          <w:p w:rsidR="003267C2" w:rsidRPr="00C27055" w:rsidRDefault="003267C2" w:rsidP="008C5E22">
            <w:pPr>
              <w:spacing w:after="40"/>
              <w:rPr>
                <w:rFonts w:ascii="Univers" w:hAnsi="Univers"/>
                <w:sz w:val="16"/>
                <w:szCs w:val="16"/>
              </w:rPr>
            </w:pPr>
            <w:r w:rsidRPr="00D41CA9">
              <w:rPr>
                <w:rFonts w:ascii="Univers" w:hAnsi="Univers"/>
                <w:sz w:val="16"/>
                <w:szCs w:val="16"/>
              </w:rPr>
              <w:t xml:space="preserve">Folgende Angaben zur Freistellungsbescheinigung für den Steuerabzug bei Bauleistungen (§ 48 Abs. 1 Satz 1 EStG - Bauabzugssteuer) erfolgen ohne Gewähr gemäß </w:t>
            </w:r>
            <w:r w:rsidR="00C71AAF">
              <w:rPr>
                <w:rFonts w:ascii="Univers" w:hAnsi="Univers"/>
                <w:sz w:val="16"/>
                <w:szCs w:val="16"/>
              </w:rPr>
              <w:t xml:space="preserve">den </w:t>
            </w:r>
            <w:r w:rsidRPr="00D41CA9">
              <w:rPr>
                <w:rFonts w:ascii="Univers" w:hAnsi="Univers"/>
                <w:sz w:val="16"/>
                <w:szCs w:val="16"/>
              </w:rPr>
              <w:t xml:space="preserve">der </w:t>
            </w:r>
            <w:r w:rsidR="00C71AAF">
              <w:rPr>
                <w:rFonts w:ascii="Univers" w:hAnsi="Univers"/>
                <w:sz w:val="16"/>
                <w:szCs w:val="16"/>
              </w:rPr>
              <w:t>Baudurchführenden Ebene (BdE)</w:t>
            </w:r>
            <w:r w:rsidRPr="00D41CA9">
              <w:rPr>
                <w:rFonts w:ascii="Univers" w:hAnsi="Univers"/>
                <w:sz w:val="16"/>
                <w:szCs w:val="16"/>
              </w:rPr>
              <w:t xml:space="preserve"> vorliegenden Daten:</w:t>
            </w:r>
          </w:p>
        </w:tc>
      </w:tr>
      <w:tr w:rsidR="008F4153" w:rsidRPr="00C27055" w:rsidTr="00887C32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F4153" w:rsidRPr="00C27055" w:rsidRDefault="008F4153" w:rsidP="00D41CA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566" w:type="dxa"/>
            <w:gridSpan w:val="6"/>
            <w:shd w:val="clear" w:color="auto" w:fill="auto"/>
          </w:tcPr>
          <w:p w:rsidR="008F4153" w:rsidRPr="00C27055" w:rsidRDefault="008F4153" w:rsidP="009B2D66">
            <w:pPr>
              <w:spacing w:after="40"/>
              <w:rPr>
                <w:rFonts w:ascii="Univers" w:hAnsi="Univers"/>
                <w:sz w:val="16"/>
                <w:szCs w:val="16"/>
              </w:rPr>
            </w:pPr>
            <w:r w:rsidRPr="00D41CA9">
              <w:rPr>
                <w:rFonts w:ascii="Univers" w:hAnsi="Univers"/>
                <w:sz w:val="16"/>
                <w:szCs w:val="16"/>
              </w:rPr>
              <w:t>Freistellungsbescheinigung</w:t>
            </w:r>
            <w:r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2130" w:type="dxa"/>
            <w:gridSpan w:val="7"/>
            <w:shd w:val="clear" w:color="auto" w:fill="auto"/>
          </w:tcPr>
          <w:p w:rsidR="008F4153" w:rsidRPr="00C27055" w:rsidRDefault="008F4153" w:rsidP="00C71AAF">
            <w:pPr>
              <w:spacing w:after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0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0"/>
            <w:r>
              <w:rPr>
                <w:rFonts w:ascii="Univers" w:hAnsi="Univers"/>
                <w:sz w:val="16"/>
                <w:szCs w:val="16"/>
              </w:rPr>
              <w:t xml:space="preserve"> liegt </w:t>
            </w:r>
            <w:r w:rsidR="00C71AAF">
              <w:rPr>
                <w:rFonts w:ascii="Univers" w:hAnsi="Univers"/>
                <w:sz w:val="16"/>
                <w:szCs w:val="16"/>
              </w:rPr>
              <w:t xml:space="preserve">der BdE </w:t>
            </w:r>
            <w:r>
              <w:rPr>
                <w:rFonts w:ascii="Univers" w:hAnsi="Univers"/>
                <w:sz w:val="16"/>
                <w:szCs w:val="16"/>
              </w:rPr>
              <w:t xml:space="preserve">vor. </w:t>
            </w:r>
          </w:p>
        </w:tc>
        <w:tc>
          <w:tcPr>
            <w:tcW w:w="4337" w:type="dxa"/>
            <w:gridSpan w:val="11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F4153" w:rsidRPr="00C27055" w:rsidRDefault="008F4153" w:rsidP="00C71AAF">
            <w:pPr>
              <w:spacing w:after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11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1"/>
            <w:r>
              <w:rPr>
                <w:rFonts w:ascii="Univers" w:hAnsi="Univers"/>
                <w:sz w:val="16"/>
                <w:szCs w:val="16"/>
              </w:rPr>
              <w:t xml:space="preserve"> liegt </w:t>
            </w:r>
            <w:r w:rsidR="00C71AAF">
              <w:rPr>
                <w:rFonts w:ascii="Univers" w:hAnsi="Univers"/>
                <w:sz w:val="16"/>
                <w:szCs w:val="16"/>
              </w:rPr>
              <w:t xml:space="preserve">der BdE </w:t>
            </w:r>
            <w:r>
              <w:rPr>
                <w:rFonts w:ascii="Univers" w:hAnsi="Univers"/>
                <w:sz w:val="16"/>
                <w:szCs w:val="16"/>
              </w:rPr>
              <w:t>nicht vor.</w:t>
            </w:r>
          </w:p>
        </w:tc>
      </w:tr>
      <w:tr w:rsidR="001F41A1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566" w:type="dxa"/>
            <w:gridSpan w:val="6"/>
            <w:tcBorders>
              <w:right w:val="dashSmallGap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Steuernummer des Leistenden:</w:t>
            </w:r>
          </w:p>
        </w:tc>
        <w:tc>
          <w:tcPr>
            <w:tcW w:w="1292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2" w:name="Text20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1689" w:type="dxa"/>
            <w:gridSpan w:val="9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Sicherheitsnummer:</w:t>
            </w:r>
          </w:p>
        </w:tc>
        <w:tc>
          <w:tcPr>
            <w:tcW w:w="13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3" w:name="Text21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830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gültig bis:</w:t>
            </w:r>
          </w:p>
        </w:tc>
        <w:tc>
          <w:tcPr>
            <w:tcW w:w="10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4" w:name="Text22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44"/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1F41A1" w:rsidRPr="00C27055" w:rsidRDefault="001F41A1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655C9" w:rsidRPr="00C27055" w:rsidTr="004B653E">
        <w:trPr>
          <w:trHeight w:val="20"/>
        </w:trPr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5C9" w:rsidRPr="005B54BC" w:rsidRDefault="001655C9" w:rsidP="001655C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E65B9" w:rsidRPr="004B653E" w:rsidTr="004B653E"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08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E65B9" w:rsidRPr="004B653E" w:rsidRDefault="009E65B9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976DB" w:rsidRPr="00C27055" w:rsidTr="004B653E">
        <w:trPr>
          <w:cantSplit/>
          <w:trHeight w:val="20"/>
        </w:trPr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976DB" w:rsidRPr="008976DB" w:rsidRDefault="008976DB" w:rsidP="008C0286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B</w:t>
            </w:r>
            <w:r w:rsidR="008C0286">
              <w:rPr>
                <w:rFonts w:ascii="Univers" w:hAnsi="Univers"/>
                <w:sz w:val="14"/>
                <w:szCs w:val="14"/>
              </w:rPr>
              <w:t>dE</w:t>
            </w: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B03EEF" w:rsidRPr="00C27055" w:rsidTr="00464979">
        <w:trPr>
          <w:trHeight w:val="567"/>
        </w:trPr>
        <w:tc>
          <w:tcPr>
            <w:tcW w:w="29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tcBorders>
              <w:bottom w:val="nil"/>
              <w:right w:val="dashSmallGap" w:sz="4" w:space="0" w:color="auto"/>
            </w:tcBorders>
            <w:shd w:val="clear" w:color="auto" w:fill="auto"/>
          </w:tcPr>
          <w:p w:rsidR="00B03EEF" w:rsidRPr="00C27055" w:rsidRDefault="00B03EEF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Anmerkungen der </w:t>
            </w:r>
            <w:r>
              <w:rPr>
                <w:rFonts w:ascii="Univers" w:hAnsi="Univers"/>
                <w:sz w:val="16"/>
                <w:szCs w:val="16"/>
              </w:rPr>
              <w:br/>
            </w:r>
            <w:r w:rsidR="008C0286">
              <w:rPr>
                <w:rFonts w:ascii="Univers" w:hAnsi="Univers"/>
                <w:sz w:val="16"/>
                <w:szCs w:val="16"/>
              </w:rPr>
              <w:t>BdE</w:t>
            </w:r>
            <w:r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7106" w:type="dxa"/>
            <w:gridSpan w:val="20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5" w:name="Text24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45"/>
        <w:tc>
          <w:tcPr>
            <w:tcW w:w="352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8976DB" w:rsidRPr="00C27055" w:rsidTr="004B653E">
        <w:trPr>
          <w:trHeight w:val="20"/>
        </w:trPr>
        <w:tc>
          <w:tcPr>
            <w:tcW w:w="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4B653E" w:rsidTr="004B653E">
        <w:trPr>
          <w:trHeight w:val="20"/>
        </w:trPr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08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976DB" w:rsidRPr="00C27055" w:rsidTr="004B653E">
        <w:trPr>
          <w:cantSplit/>
          <w:trHeight w:val="20"/>
        </w:trPr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976DB" w:rsidRPr="005B54BC" w:rsidRDefault="008976DB" w:rsidP="008976DB">
            <w:pPr>
              <w:ind w:left="113" w:right="113"/>
              <w:jc w:val="center"/>
              <w:rPr>
                <w:rFonts w:ascii="Univers" w:hAnsi="Univers"/>
                <w:sz w:val="2"/>
                <w:szCs w:val="2"/>
              </w:rPr>
            </w:pPr>
            <w:r>
              <w:rPr>
                <w:rFonts w:ascii="Univers" w:hAnsi="Univers"/>
                <w:sz w:val="14"/>
                <w:szCs w:val="14"/>
              </w:rPr>
              <w:t>BImA</w:t>
            </w:r>
          </w:p>
        </w:tc>
        <w:tc>
          <w:tcPr>
            <w:tcW w:w="9033" w:type="dxa"/>
            <w:gridSpan w:val="2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A65D5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A65D5" w:rsidRPr="008976DB" w:rsidRDefault="009A65D5" w:rsidP="008976DB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1575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Buchungsvermerk</w:t>
            </w:r>
          </w:p>
        </w:tc>
        <w:tc>
          <w:tcPr>
            <w:tcW w:w="3831" w:type="dxa"/>
            <w:gridSpan w:val="13"/>
            <w:vMerge w:val="restart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6" w:name="Text23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F60264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443" w:type="dxa"/>
            <w:gridSpan w:val="3"/>
            <w:vMerge w:val="restart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9A65D5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t>Belegnummer:</w:t>
            </w:r>
          </w:p>
        </w:tc>
        <w:tc>
          <w:tcPr>
            <w:tcW w:w="1832" w:type="dxa"/>
            <w:gridSpan w:val="4"/>
            <w:vMerge w:val="restart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bookmarkEnd w:id="46"/>
        <w:tc>
          <w:tcPr>
            <w:tcW w:w="352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9A65D5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9A65D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Erfasst --am -- von</w:t>
            </w:r>
          </w:p>
        </w:tc>
        <w:tc>
          <w:tcPr>
            <w:tcW w:w="3831" w:type="dxa"/>
            <w:gridSpan w:val="13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443" w:type="dxa"/>
            <w:gridSpan w:val="3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832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2" w:type="dxa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9A65D5" w:rsidRPr="00C27055" w:rsidTr="004B653E">
        <w:tc>
          <w:tcPr>
            <w:tcW w:w="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831" w:type="dxa"/>
            <w:gridSpan w:val="13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443" w:type="dxa"/>
            <w:gridSpan w:val="3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832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52" w:type="dxa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9A65D5" w:rsidRPr="00C27055" w:rsidRDefault="009A65D5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8976DB" w:rsidRPr="00C27055" w:rsidTr="004B653E">
        <w:trPr>
          <w:trHeight w:val="20"/>
        </w:trPr>
        <w:tc>
          <w:tcPr>
            <w:tcW w:w="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3" w:type="dxa"/>
            <w:gridSpan w:val="2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4B653E" w:rsidTr="000B5B04">
        <w:trPr>
          <w:trHeight w:val="20"/>
        </w:trPr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51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4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1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67C2" w:rsidRPr="004B653E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46A9D" w:rsidRPr="00C27055" w:rsidTr="000B5B04"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6A9D" w:rsidRPr="00D46A9D" w:rsidRDefault="00911515" w:rsidP="00CC1F56">
            <w:pPr>
              <w:spacing w:before="40"/>
              <w:rPr>
                <w:rFonts w:ascii="Univers" w:hAnsi="Univers"/>
                <w:b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D46A9D" w:rsidRPr="00D46A9D">
              <w:rPr>
                <w:rFonts w:ascii="Univers" w:hAnsi="Univers"/>
                <w:b/>
                <w:sz w:val="16"/>
                <w:szCs w:val="16"/>
              </w:rPr>
              <w:t>Anlagen:</w:t>
            </w:r>
          </w:p>
        </w:tc>
        <w:tc>
          <w:tcPr>
            <w:tcW w:w="381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D46A9D" w:rsidRPr="00C27055" w:rsidRDefault="001A3B56" w:rsidP="00CC1F56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7" w:name="Kontrollkästchen12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7"/>
            <w:r w:rsidR="00D46A9D">
              <w:rPr>
                <w:rFonts w:ascii="Univers" w:hAnsi="Univers"/>
                <w:sz w:val="16"/>
                <w:szCs w:val="16"/>
              </w:rPr>
              <w:t xml:space="preserve"> </w:t>
            </w:r>
            <w:r w:rsidR="00D46A9D" w:rsidRPr="00D46A9D">
              <w:rPr>
                <w:rFonts w:ascii="Univers" w:hAnsi="Univers"/>
                <w:sz w:val="16"/>
                <w:szCs w:val="16"/>
              </w:rPr>
              <w:t>Rechnungsbeleg(e) im Original (Erstschrift)</w:t>
            </w:r>
          </w:p>
        </w:tc>
        <w:tc>
          <w:tcPr>
            <w:tcW w:w="4337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C27055" w:rsidRDefault="00D46A9D" w:rsidP="00CC1F56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13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8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D46A9D">
              <w:rPr>
                <w:rFonts w:ascii="Univers" w:hAnsi="Univers"/>
                <w:sz w:val="16"/>
                <w:szCs w:val="16"/>
              </w:rPr>
              <w:t>Freistellungsbescheinigung</w:t>
            </w:r>
          </w:p>
        </w:tc>
      </w:tr>
      <w:tr w:rsidR="00D46A9D" w:rsidRPr="00C27055" w:rsidTr="000B5B04"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D" w:rsidRPr="00C27055" w:rsidRDefault="00D46A9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D46A9D" w:rsidRPr="00C27055" w:rsidRDefault="00D46A9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81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D46A9D" w:rsidRPr="00C27055" w:rsidRDefault="00D46A9D" w:rsidP="00D46A9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kästchen14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9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D46A9D">
              <w:rPr>
                <w:rFonts w:ascii="Univers" w:hAnsi="Univers"/>
                <w:sz w:val="16"/>
                <w:szCs w:val="16"/>
              </w:rPr>
              <w:t xml:space="preserve">Angaben zu Zahlungsempfängern </w:t>
            </w:r>
            <w:r>
              <w:rPr>
                <w:rFonts w:ascii="Univers" w:hAnsi="Univers"/>
                <w:sz w:val="16"/>
                <w:szCs w:val="16"/>
              </w:rPr>
              <w:t>Muster 19/2</w:t>
            </w:r>
          </w:p>
        </w:tc>
        <w:tc>
          <w:tcPr>
            <w:tcW w:w="4337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D" w:rsidRPr="00C27055" w:rsidRDefault="00D46A9D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15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CD3425">
              <w:rPr>
                <w:rFonts w:ascii="Univers" w:hAnsi="Univers"/>
                <w:sz w:val="16"/>
                <w:szCs w:val="16"/>
              </w:rPr>
            </w:r>
            <w:r w:rsidR="00CD3425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50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D46A9D">
              <w:rPr>
                <w:rFonts w:ascii="Univers" w:hAnsi="Univers"/>
                <w:sz w:val="16"/>
                <w:szCs w:val="16"/>
              </w:rPr>
              <w:t>Mitteilung Schlusszahlung</w:t>
            </w:r>
          </w:p>
        </w:tc>
      </w:tr>
    </w:tbl>
    <w:p w:rsidR="005F57A2" w:rsidRPr="00D73433" w:rsidRDefault="005F57A2" w:rsidP="000B5B04">
      <w:pPr>
        <w:pStyle w:val="KeinLeerraum"/>
        <w:spacing w:before="40"/>
        <w:rPr>
          <w:sz w:val="10"/>
          <w:szCs w:val="10"/>
        </w:rPr>
      </w:pPr>
      <w:r w:rsidRPr="00D73433">
        <w:rPr>
          <w:sz w:val="10"/>
          <w:szCs w:val="10"/>
        </w:rPr>
        <w:t>* Pflichtfelder Baudurchführende Ebene - BdE</w:t>
      </w:r>
    </w:p>
    <w:sectPr w:rsidR="005F57A2" w:rsidRPr="00D73433" w:rsidSect="00D73433">
      <w:headerReference w:type="default" r:id="rId9"/>
      <w:footerReference w:type="default" r:id="rId10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5C" w:rsidRDefault="00B5185C" w:rsidP="00DA1089">
      <w:r>
        <w:separator/>
      </w:r>
    </w:p>
  </w:endnote>
  <w:endnote w:type="continuationSeparator" w:id="0">
    <w:p w:rsidR="00B5185C" w:rsidRDefault="00B5185C" w:rsidP="00DA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B5185C" w:rsidRPr="00DA1089" w:rsidTr="00E12E8B">
      <w:tc>
        <w:tcPr>
          <w:tcW w:w="5495" w:type="dxa"/>
        </w:tcPr>
        <w:p w:rsidR="00B5185C" w:rsidRPr="00DA1089" w:rsidRDefault="00B5185C" w:rsidP="007D42C0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BM</w:t>
          </w:r>
          <w:r>
            <w:rPr>
              <w:rFonts w:ascii="Arial Narrow" w:hAnsi="Arial Narrow"/>
              <w:bCs/>
              <w:sz w:val="16"/>
              <w:szCs w:val="16"/>
            </w:rPr>
            <w:t>U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B vom </w:t>
          </w:r>
          <w:r w:rsidR="007D42C0"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. </w:t>
          </w:r>
          <w:r w:rsidR="00CD2CF7">
            <w:rPr>
              <w:rFonts w:ascii="Arial Narrow" w:hAnsi="Arial Narrow"/>
              <w:bCs/>
              <w:sz w:val="16"/>
              <w:szCs w:val="16"/>
            </w:rPr>
            <w:t>März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201</w:t>
          </w:r>
          <w:r>
            <w:rPr>
              <w:rFonts w:ascii="Arial Narrow" w:hAnsi="Arial Narrow"/>
              <w:bCs/>
              <w:sz w:val="16"/>
              <w:szCs w:val="16"/>
            </w:rPr>
            <w:t>6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B </w:t>
          </w:r>
          <w:r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B5185C" w:rsidRPr="00DA1089" w:rsidRDefault="00B5185C" w:rsidP="00D73433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M19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CD3425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 w:rsidRPr="00DA1089">
            <w:rPr>
              <w:rFonts w:ascii="Arial Narrow" w:hAnsi="Arial Narrow"/>
              <w:sz w:val="16"/>
              <w:szCs w:val="16"/>
            </w:rPr>
            <w:t>/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CD3425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B5185C" w:rsidRPr="00DA1089" w:rsidRDefault="00B5185C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5C" w:rsidRDefault="00B5185C" w:rsidP="00DA1089">
      <w:r>
        <w:separator/>
      </w:r>
    </w:p>
  </w:footnote>
  <w:footnote w:type="continuationSeparator" w:id="0">
    <w:p w:rsidR="00B5185C" w:rsidRDefault="00B5185C" w:rsidP="00DA1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B5185C" w:rsidRPr="00C356B4" w:rsidTr="00C356B4">
      <w:tc>
        <w:tcPr>
          <w:tcW w:w="4605" w:type="dxa"/>
          <w:shd w:val="clear" w:color="auto" w:fill="auto"/>
        </w:tcPr>
        <w:p w:rsidR="00B5185C" w:rsidRPr="00C356B4" w:rsidRDefault="00B5185C" w:rsidP="00B81BA1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19</w:t>
          </w:r>
        </w:p>
      </w:tc>
      <w:tc>
        <w:tcPr>
          <w:tcW w:w="4893" w:type="dxa"/>
          <w:shd w:val="clear" w:color="auto" w:fill="auto"/>
        </w:tcPr>
        <w:p w:rsidR="00B5185C" w:rsidRPr="00C356B4" w:rsidRDefault="00B5185C" w:rsidP="00D73433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 w:rsidRPr="00C356B4">
            <w:rPr>
              <w:sz w:val="16"/>
              <w:szCs w:val="16"/>
            </w:rPr>
            <w:t xml:space="preserve">Einheitliche Muster, </w:t>
          </w:r>
          <w:r>
            <w:rPr>
              <w:sz w:val="16"/>
              <w:szCs w:val="16"/>
            </w:rPr>
            <w:t>M</w:t>
          </w:r>
          <w:r w:rsidRPr="00C356B4">
            <w:rPr>
              <w:sz w:val="16"/>
              <w:szCs w:val="16"/>
            </w:rPr>
            <w:t>19/1</w:t>
          </w:r>
        </w:p>
      </w:tc>
    </w:tr>
  </w:tbl>
  <w:p w:rsidR="00B5185C" w:rsidRPr="00DA1089" w:rsidRDefault="00B5185C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6iyDy2326I7dhqfqYMWeESBPho=" w:salt="pEcD+2m5/VDz3sXh1zjpSA==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444193AC"/>
  </w:docVars>
  <w:rsids>
    <w:rsidRoot w:val="00DA1089"/>
    <w:rsid w:val="00004BF7"/>
    <w:rsid w:val="0003336B"/>
    <w:rsid w:val="00037735"/>
    <w:rsid w:val="000377DA"/>
    <w:rsid w:val="0004434C"/>
    <w:rsid w:val="000510FC"/>
    <w:rsid w:val="00060544"/>
    <w:rsid w:val="00077FA5"/>
    <w:rsid w:val="00086086"/>
    <w:rsid w:val="0009215A"/>
    <w:rsid w:val="00094E3D"/>
    <w:rsid w:val="00097E86"/>
    <w:rsid w:val="000A7F99"/>
    <w:rsid w:val="000B5B04"/>
    <w:rsid w:val="000D58AF"/>
    <w:rsid w:val="000D71CD"/>
    <w:rsid w:val="000D7F00"/>
    <w:rsid w:val="000F333A"/>
    <w:rsid w:val="000F6D04"/>
    <w:rsid w:val="0010206C"/>
    <w:rsid w:val="001032C7"/>
    <w:rsid w:val="00111A1D"/>
    <w:rsid w:val="00125406"/>
    <w:rsid w:val="00144C7F"/>
    <w:rsid w:val="00150324"/>
    <w:rsid w:val="00155A9B"/>
    <w:rsid w:val="001576DD"/>
    <w:rsid w:val="001655C9"/>
    <w:rsid w:val="001703A0"/>
    <w:rsid w:val="00174E64"/>
    <w:rsid w:val="00175370"/>
    <w:rsid w:val="00184977"/>
    <w:rsid w:val="00185B85"/>
    <w:rsid w:val="00192889"/>
    <w:rsid w:val="001946F6"/>
    <w:rsid w:val="001A31B5"/>
    <w:rsid w:val="001A3B56"/>
    <w:rsid w:val="001A6DB5"/>
    <w:rsid w:val="001A7808"/>
    <w:rsid w:val="001B16CC"/>
    <w:rsid w:val="001B5DD9"/>
    <w:rsid w:val="001B70D8"/>
    <w:rsid w:val="001C72C6"/>
    <w:rsid w:val="001D4652"/>
    <w:rsid w:val="001E297C"/>
    <w:rsid w:val="001E6915"/>
    <w:rsid w:val="001F2C89"/>
    <w:rsid w:val="001F41A1"/>
    <w:rsid w:val="00202A7D"/>
    <w:rsid w:val="00226FC9"/>
    <w:rsid w:val="00236A1A"/>
    <w:rsid w:val="00236E53"/>
    <w:rsid w:val="00241CDE"/>
    <w:rsid w:val="0024226A"/>
    <w:rsid w:val="002433EA"/>
    <w:rsid w:val="002460C4"/>
    <w:rsid w:val="00250209"/>
    <w:rsid w:val="00257A6E"/>
    <w:rsid w:val="002655BB"/>
    <w:rsid w:val="00270CB6"/>
    <w:rsid w:val="00277EF1"/>
    <w:rsid w:val="0028028F"/>
    <w:rsid w:val="00282242"/>
    <w:rsid w:val="0029419E"/>
    <w:rsid w:val="00296332"/>
    <w:rsid w:val="002A7177"/>
    <w:rsid w:val="002B0784"/>
    <w:rsid w:val="002B4796"/>
    <w:rsid w:val="002B62A1"/>
    <w:rsid w:val="002C2086"/>
    <w:rsid w:val="002C2514"/>
    <w:rsid w:val="002C3D71"/>
    <w:rsid w:val="002D5081"/>
    <w:rsid w:val="002D6642"/>
    <w:rsid w:val="002D7102"/>
    <w:rsid w:val="002E27F2"/>
    <w:rsid w:val="002E62BE"/>
    <w:rsid w:val="002F4733"/>
    <w:rsid w:val="002F48D1"/>
    <w:rsid w:val="002F751A"/>
    <w:rsid w:val="00303B3C"/>
    <w:rsid w:val="00305D71"/>
    <w:rsid w:val="0031076C"/>
    <w:rsid w:val="003207B1"/>
    <w:rsid w:val="003267C2"/>
    <w:rsid w:val="00327130"/>
    <w:rsid w:val="003279AC"/>
    <w:rsid w:val="003355AB"/>
    <w:rsid w:val="00343ED5"/>
    <w:rsid w:val="00347077"/>
    <w:rsid w:val="003477A9"/>
    <w:rsid w:val="00351D57"/>
    <w:rsid w:val="003520DC"/>
    <w:rsid w:val="00355AB1"/>
    <w:rsid w:val="00365B13"/>
    <w:rsid w:val="00365F43"/>
    <w:rsid w:val="0037160C"/>
    <w:rsid w:val="003732AC"/>
    <w:rsid w:val="00373745"/>
    <w:rsid w:val="00374304"/>
    <w:rsid w:val="00374B16"/>
    <w:rsid w:val="00384889"/>
    <w:rsid w:val="003922AB"/>
    <w:rsid w:val="00394F06"/>
    <w:rsid w:val="00397DDD"/>
    <w:rsid w:val="003A131B"/>
    <w:rsid w:val="003A4D5B"/>
    <w:rsid w:val="003A605C"/>
    <w:rsid w:val="003B02CD"/>
    <w:rsid w:val="003B5F8F"/>
    <w:rsid w:val="003D231D"/>
    <w:rsid w:val="003D3A82"/>
    <w:rsid w:val="003E5C8E"/>
    <w:rsid w:val="003F09BC"/>
    <w:rsid w:val="003F3C51"/>
    <w:rsid w:val="00405CD6"/>
    <w:rsid w:val="00421F58"/>
    <w:rsid w:val="00425CFA"/>
    <w:rsid w:val="00430D60"/>
    <w:rsid w:val="0043459D"/>
    <w:rsid w:val="00436181"/>
    <w:rsid w:val="004416A3"/>
    <w:rsid w:val="00442814"/>
    <w:rsid w:val="00445347"/>
    <w:rsid w:val="00445C02"/>
    <w:rsid w:val="004506EB"/>
    <w:rsid w:val="00464979"/>
    <w:rsid w:val="00466A7B"/>
    <w:rsid w:val="00480020"/>
    <w:rsid w:val="00481434"/>
    <w:rsid w:val="00485BDC"/>
    <w:rsid w:val="00487058"/>
    <w:rsid w:val="004A3516"/>
    <w:rsid w:val="004A726C"/>
    <w:rsid w:val="004B07E1"/>
    <w:rsid w:val="004B653E"/>
    <w:rsid w:val="004C0A66"/>
    <w:rsid w:val="004C1AEF"/>
    <w:rsid w:val="004C6945"/>
    <w:rsid w:val="004D0999"/>
    <w:rsid w:val="004D2F03"/>
    <w:rsid w:val="004D54E9"/>
    <w:rsid w:val="004D655D"/>
    <w:rsid w:val="004E0003"/>
    <w:rsid w:val="004E41B4"/>
    <w:rsid w:val="004F21D9"/>
    <w:rsid w:val="004F30D4"/>
    <w:rsid w:val="004F60FF"/>
    <w:rsid w:val="004F75CA"/>
    <w:rsid w:val="005076DC"/>
    <w:rsid w:val="005109BE"/>
    <w:rsid w:val="00516E1F"/>
    <w:rsid w:val="00516E5E"/>
    <w:rsid w:val="00524D5F"/>
    <w:rsid w:val="00525F84"/>
    <w:rsid w:val="005308BF"/>
    <w:rsid w:val="00534F3F"/>
    <w:rsid w:val="00545B2B"/>
    <w:rsid w:val="00547911"/>
    <w:rsid w:val="0055469B"/>
    <w:rsid w:val="00556F64"/>
    <w:rsid w:val="00562B69"/>
    <w:rsid w:val="00567607"/>
    <w:rsid w:val="0056799C"/>
    <w:rsid w:val="005931F4"/>
    <w:rsid w:val="0059610D"/>
    <w:rsid w:val="005A2CFC"/>
    <w:rsid w:val="005B1C98"/>
    <w:rsid w:val="005B54BC"/>
    <w:rsid w:val="005B5B45"/>
    <w:rsid w:val="005D0DBC"/>
    <w:rsid w:val="005D1B1D"/>
    <w:rsid w:val="005E09A5"/>
    <w:rsid w:val="005E125D"/>
    <w:rsid w:val="005E4505"/>
    <w:rsid w:val="005F31C5"/>
    <w:rsid w:val="005F57A2"/>
    <w:rsid w:val="005F653B"/>
    <w:rsid w:val="00606BEB"/>
    <w:rsid w:val="00622051"/>
    <w:rsid w:val="00622B81"/>
    <w:rsid w:val="00627C0A"/>
    <w:rsid w:val="006313EE"/>
    <w:rsid w:val="00643AEA"/>
    <w:rsid w:val="00653267"/>
    <w:rsid w:val="0065465A"/>
    <w:rsid w:val="00657D51"/>
    <w:rsid w:val="00660E42"/>
    <w:rsid w:val="006614E2"/>
    <w:rsid w:val="006645B0"/>
    <w:rsid w:val="00670203"/>
    <w:rsid w:val="00671AFC"/>
    <w:rsid w:val="00672147"/>
    <w:rsid w:val="00672398"/>
    <w:rsid w:val="006909AC"/>
    <w:rsid w:val="0069711D"/>
    <w:rsid w:val="00697BD7"/>
    <w:rsid w:val="006A53FF"/>
    <w:rsid w:val="006B6190"/>
    <w:rsid w:val="006C16A3"/>
    <w:rsid w:val="006C1B32"/>
    <w:rsid w:val="006C2C9F"/>
    <w:rsid w:val="006D35F8"/>
    <w:rsid w:val="006D3A15"/>
    <w:rsid w:val="006D722F"/>
    <w:rsid w:val="006E14F4"/>
    <w:rsid w:val="006E27B3"/>
    <w:rsid w:val="006E50FA"/>
    <w:rsid w:val="006E5295"/>
    <w:rsid w:val="006F05B2"/>
    <w:rsid w:val="006F333A"/>
    <w:rsid w:val="007012F4"/>
    <w:rsid w:val="00716533"/>
    <w:rsid w:val="0071759B"/>
    <w:rsid w:val="00717EF9"/>
    <w:rsid w:val="0072199A"/>
    <w:rsid w:val="007231F8"/>
    <w:rsid w:val="007302BB"/>
    <w:rsid w:val="0074121E"/>
    <w:rsid w:val="00751575"/>
    <w:rsid w:val="00767741"/>
    <w:rsid w:val="007753EE"/>
    <w:rsid w:val="0078643F"/>
    <w:rsid w:val="007B1712"/>
    <w:rsid w:val="007B770C"/>
    <w:rsid w:val="007C033E"/>
    <w:rsid w:val="007C0F24"/>
    <w:rsid w:val="007C2D42"/>
    <w:rsid w:val="007D42C0"/>
    <w:rsid w:val="007E04BC"/>
    <w:rsid w:val="007E5330"/>
    <w:rsid w:val="007E5835"/>
    <w:rsid w:val="007F0AC1"/>
    <w:rsid w:val="007F5AEA"/>
    <w:rsid w:val="00805A0E"/>
    <w:rsid w:val="00813D91"/>
    <w:rsid w:val="00816BF5"/>
    <w:rsid w:val="008333CA"/>
    <w:rsid w:val="00834380"/>
    <w:rsid w:val="00837641"/>
    <w:rsid w:val="00840375"/>
    <w:rsid w:val="00841865"/>
    <w:rsid w:val="0084690C"/>
    <w:rsid w:val="0085447D"/>
    <w:rsid w:val="00862D6E"/>
    <w:rsid w:val="00887C32"/>
    <w:rsid w:val="00896521"/>
    <w:rsid w:val="008976DB"/>
    <w:rsid w:val="008A1327"/>
    <w:rsid w:val="008A4274"/>
    <w:rsid w:val="008A5AE1"/>
    <w:rsid w:val="008B4189"/>
    <w:rsid w:val="008C0286"/>
    <w:rsid w:val="008C0ECD"/>
    <w:rsid w:val="008C5E22"/>
    <w:rsid w:val="008E1DCB"/>
    <w:rsid w:val="008E6DE1"/>
    <w:rsid w:val="008F00A7"/>
    <w:rsid w:val="008F4153"/>
    <w:rsid w:val="008F53E0"/>
    <w:rsid w:val="008F692C"/>
    <w:rsid w:val="009103CD"/>
    <w:rsid w:val="00910A35"/>
    <w:rsid w:val="00911515"/>
    <w:rsid w:val="00913897"/>
    <w:rsid w:val="00914163"/>
    <w:rsid w:val="0093648C"/>
    <w:rsid w:val="00943D41"/>
    <w:rsid w:val="0094610C"/>
    <w:rsid w:val="00950AA2"/>
    <w:rsid w:val="009518F3"/>
    <w:rsid w:val="009525AC"/>
    <w:rsid w:val="00952798"/>
    <w:rsid w:val="00956299"/>
    <w:rsid w:val="00956C3B"/>
    <w:rsid w:val="00962E4F"/>
    <w:rsid w:val="00966D0C"/>
    <w:rsid w:val="00971705"/>
    <w:rsid w:val="00981B2C"/>
    <w:rsid w:val="00981C40"/>
    <w:rsid w:val="00982D37"/>
    <w:rsid w:val="00983EF7"/>
    <w:rsid w:val="00985C42"/>
    <w:rsid w:val="00987383"/>
    <w:rsid w:val="00997046"/>
    <w:rsid w:val="009A32E8"/>
    <w:rsid w:val="009A65D5"/>
    <w:rsid w:val="009B0390"/>
    <w:rsid w:val="009B05BB"/>
    <w:rsid w:val="009B25BF"/>
    <w:rsid w:val="009B2CCC"/>
    <w:rsid w:val="009B2D66"/>
    <w:rsid w:val="009B3993"/>
    <w:rsid w:val="009C1730"/>
    <w:rsid w:val="009D14A4"/>
    <w:rsid w:val="009D5634"/>
    <w:rsid w:val="009D76B9"/>
    <w:rsid w:val="009E231E"/>
    <w:rsid w:val="009E3955"/>
    <w:rsid w:val="009E65B9"/>
    <w:rsid w:val="009F01F7"/>
    <w:rsid w:val="009F0559"/>
    <w:rsid w:val="009F17BE"/>
    <w:rsid w:val="009F4C86"/>
    <w:rsid w:val="009F65EC"/>
    <w:rsid w:val="00A009A4"/>
    <w:rsid w:val="00A01CA3"/>
    <w:rsid w:val="00A03271"/>
    <w:rsid w:val="00A070F6"/>
    <w:rsid w:val="00A2417D"/>
    <w:rsid w:val="00A3471F"/>
    <w:rsid w:val="00A36C70"/>
    <w:rsid w:val="00A4155C"/>
    <w:rsid w:val="00A4479A"/>
    <w:rsid w:val="00A508C8"/>
    <w:rsid w:val="00A51355"/>
    <w:rsid w:val="00A514AF"/>
    <w:rsid w:val="00A51A88"/>
    <w:rsid w:val="00A73FAA"/>
    <w:rsid w:val="00A755C3"/>
    <w:rsid w:val="00A90FB1"/>
    <w:rsid w:val="00AA6B9B"/>
    <w:rsid w:val="00AB2309"/>
    <w:rsid w:val="00AB6C70"/>
    <w:rsid w:val="00AD1C98"/>
    <w:rsid w:val="00AD3C6E"/>
    <w:rsid w:val="00AE0114"/>
    <w:rsid w:val="00AE0F8C"/>
    <w:rsid w:val="00AF3899"/>
    <w:rsid w:val="00AF584F"/>
    <w:rsid w:val="00AF6B45"/>
    <w:rsid w:val="00AF78D8"/>
    <w:rsid w:val="00B00CA4"/>
    <w:rsid w:val="00B0207F"/>
    <w:rsid w:val="00B03EEF"/>
    <w:rsid w:val="00B05B68"/>
    <w:rsid w:val="00B07581"/>
    <w:rsid w:val="00B1280C"/>
    <w:rsid w:val="00B233B1"/>
    <w:rsid w:val="00B25CD1"/>
    <w:rsid w:val="00B26196"/>
    <w:rsid w:val="00B26E4E"/>
    <w:rsid w:val="00B35E57"/>
    <w:rsid w:val="00B41E95"/>
    <w:rsid w:val="00B51586"/>
    <w:rsid w:val="00B5185C"/>
    <w:rsid w:val="00B52D3A"/>
    <w:rsid w:val="00B6550D"/>
    <w:rsid w:val="00B7655C"/>
    <w:rsid w:val="00B76932"/>
    <w:rsid w:val="00B778AB"/>
    <w:rsid w:val="00B81BA1"/>
    <w:rsid w:val="00B90D88"/>
    <w:rsid w:val="00BA017B"/>
    <w:rsid w:val="00BA077F"/>
    <w:rsid w:val="00BA5CDB"/>
    <w:rsid w:val="00BA6DA6"/>
    <w:rsid w:val="00BB038A"/>
    <w:rsid w:val="00BC1BF9"/>
    <w:rsid w:val="00BC2C81"/>
    <w:rsid w:val="00BD2468"/>
    <w:rsid w:val="00BD3574"/>
    <w:rsid w:val="00BD776E"/>
    <w:rsid w:val="00BE2E9A"/>
    <w:rsid w:val="00BE5919"/>
    <w:rsid w:val="00BE602A"/>
    <w:rsid w:val="00BF7AEB"/>
    <w:rsid w:val="00C1207C"/>
    <w:rsid w:val="00C16491"/>
    <w:rsid w:val="00C24AAE"/>
    <w:rsid w:val="00C27055"/>
    <w:rsid w:val="00C3352E"/>
    <w:rsid w:val="00C34069"/>
    <w:rsid w:val="00C348EE"/>
    <w:rsid w:val="00C35649"/>
    <w:rsid w:val="00C356B4"/>
    <w:rsid w:val="00C41EF7"/>
    <w:rsid w:val="00C44FAA"/>
    <w:rsid w:val="00C62E7E"/>
    <w:rsid w:val="00C65370"/>
    <w:rsid w:val="00C71AAF"/>
    <w:rsid w:val="00C92561"/>
    <w:rsid w:val="00CA3754"/>
    <w:rsid w:val="00CB1BC2"/>
    <w:rsid w:val="00CB2198"/>
    <w:rsid w:val="00CB5A53"/>
    <w:rsid w:val="00CC1F56"/>
    <w:rsid w:val="00CC2470"/>
    <w:rsid w:val="00CD0AE3"/>
    <w:rsid w:val="00CD2CF7"/>
    <w:rsid w:val="00CD2FF4"/>
    <w:rsid w:val="00CD3425"/>
    <w:rsid w:val="00CF01C5"/>
    <w:rsid w:val="00CF3153"/>
    <w:rsid w:val="00CF3302"/>
    <w:rsid w:val="00CF63B6"/>
    <w:rsid w:val="00D05F2D"/>
    <w:rsid w:val="00D10669"/>
    <w:rsid w:val="00D13E49"/>
    <w:rsid w:val="00D15356"/>
    <w:rsid w:val="00D16DBA"/>
    <w:rsid w:val="00D25E8B"/>
    <w:rsid w:val="00D41CA9"/>
    <w:rsid w:val="00D42098"/>
    <w:rsid w:val="00D4212E"/>
    <w:rsid w:val="00D46A9D"/>
    <w:rsid w:val="00D5353E"/>
    <w:rsid w:val="00D57819"/>
    <w:rsid w:val="00D6233E"/>
    <w:rsid w:val="00D70D25"/>
    <w:rsid w:val="00D73433"/>
    <w:rsid w:val="00D8313A"/>
    <w:rsid w:val="00D86DEA"/>
    <w:rsid w:val="00DA1089"/>
    <w:rsid w:val="00DC7BD0"/>
    <w:rsid w:val="00DD1667"/>
    <w:rsid w:val="00DD5E6F"/>
    <w:rsid w:val="00DF0E31"/>
    <w:rsid w:val="00DF39DE"/>
    <w:rsid w:val="00DF3AE5"/>
    <w:rsid w:val="00DF7C47"/>
    <w:rsid w:val="00E07DDB"/>
    <w:rsid w:val="00E12E34"/>
    <w:rsid w:val="00E12E8B"/>
    <w:rsid w:val="00E20EA2"/>
    <w:rsid w:val="00E37D5E"/>
    <w:rsid w:val="00E424DC"/>
    <w:rsid w:val="00E605D2"/>
    <w:rsid w:val="00E61C63"/>
    <w:rsid w:val="00E6447C"/>
    <w:rsid w:val="00E72186"/>
    <w:rsid w:val="00E74AAA"/>
    <w:rsid w:val="00E86454"/>
    <w:rsid w:val="00E92B3C"/>
    <w:rsid w:val="00E9563F"/>
    <w:rsid w:val="00EB4F71"/>
    <w:rsid w:val="00EB62AF"/>
    <w:rsid w:val="00EB726C"/>
    <w:rsid w:val="00EC6E24"/>
    <w:rsid w:val="00ED1544"/>
    <w:rsid w:val="00ED4C4A"/>
    <w:rsid w:val="00ED557F"/>
    <w:rsid w:val="00EE2101"/>
    <w:rsid w:val="00EE7052"/>
    <w:rsid w:val="00F05529"/>
    <w:rsid w:val="00F05F48"/>
    <w:rsid w:val="00F101B7"/>
    <w:rsid w:val="00F1169D"/>
    <w:rsid w:val="00F139F3"/>
    <w:rsid w:val="00F14FA9"/>
    <w:rsid w:val="00F1695C"/>
    <w:rsid w:val="00F2309F"/>
    <w:rsid w:val="00F235C7"/>
    <w:rsid w:val="00F4563D"/>
    <w:rsid w:val="00F60264"/>
    <w:rsid w:val="00F60A88"/>
    <w:rsid w:val="00F7057A"/>
    <w:rsid w:val="00F71685"/>
    <w:rsid w:val="00F83BD7"/>
    <w:rsid w:val="00F84F7F"/>
    <w:rsid w:val="00F85C7F"/>
    <w:rsid w:val="00F95AF6"/>
    <w:rsid w:val="00FA1179"/>
    <w:rsid w:val="00FA1F82"/>
    <w:rsid w:val="00FB56D8"/>
    <w:rsid w:val="00FB64B0"/>
    <w:rsid w:val="00FC2AD8"/>
    <w:rsid w:val="00FD38D4"/>
    <w:rsid w:val="00FD6468"/>
    <w:rsid w:val="00FD795B"/>
    <w:rsid w:val="00FE51A8"/>
    <w:rsid w:val="00FF0B5F"/>
    <w:rsid w:val="00FF309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paragraph" w:customStyle="1" w:styleId="StandardMuster">
    <w:name w:val="Standard Muster Ü"/>
    <w:basedOn w:val="berschrift1"/>
    <w:qFormat/>
    <w:rsid w:val="00D73433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paragraph" w:customStyle="1" w:styleId="StandardMuster">
    <w:name w:val="Standard Muster Ü"/>
    <w:basedOn w:val="berschrift1"/>
    <w:qFormat/>
    <w:rsid w:val="00D73433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4FF53-8C0D-4DEE-BA10-D6FB4F94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A4F4B274.dotm</Template>
  <TotalTime>0</TotalTime>
  <Pages>1</Pages>
  <Words>556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2016-01-21T06:30:00Z</cp:lastPrinted>
  <dcterms:created xsi:type="dcterms:W3CDTF">2016-03-23T11:54:00Z</dcterms:created>
  <dcterms:modified xsi:type="dcterms:W3CDTF">2016-03-23T11:54:00Z</dcterms:modified>
</cp:coreProperties>
</file>